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1E0"/>
      </w:tblPr>
      <w:tblGrid>
        <w:gridCol w:w="4830"/>
      </w:tblGrid>
      <w:tr w:rsidR="00D70556" w:rsidRPr="00CF45A0">
        <w:trPr>
          <w:trHeight w:val="288"/>
        </w:trPr>
        <w:tc>
          <w:tcPr>
            <w:tcW w:w="4830" w:type="dxa"/>
          </w:tcPr>
          <w:p w:rsidR="00D70556" w:rsidRPr="00CF45A0" w:rsidRDefault="00D70556" w:rsidP="00D70556">
            <w:pPr>
              <w:pStyle w:val="Name"/>
            </w:pPr>
            <w:r w:rsidRPr="00CF45A0">
              <w:t>Name:</w:t>
            </w:r>
            <w:r w:rsidR="00B228BD">
              <w:t xml:space="preserve"> </w:t>
            </w:r>
          </w:p>
        </w:tc>
      </w:tr>
      <w:tr w:rsidR="00D70556" w:rsidRPr="00CF45A0">
        <w:trPr>
          <w:trHeight w:val="288"/>
        </w:trPr>
        <w:tc>
          <w:tcPr>
            <w:tcW w:w="4830" w:type="dxa"/>
          </w:tcPr>
          <w:p w:rsidR="00D70556" w:rsidRPr="00CF45A0" w:rsidRDefault="00CF45A0" w:rsidP="00D70556">
            <w:pPr>
              <w:pStyle w:val="Classperiod"/>
            </w:pPr>
            <w:r w:rsidRPr="00CF45A0">
              <w:t>Class Period:</w:t>
            </w:r>
            <w:r w:rsidR="00B228BD">
              <w:t xml:space="preserve"> </w:t>
            </w:r>
          </w:p>
        </w:tc>
      </w:tr>
      <w:tr w:rsidR="00D70556" w:rsidRPr="001F7714">
        <w:trPr>
          <w:trHeight w:val="288"/>
        </w:trPr>
        <w:tc>
          <w:tcPr>
            <w:tcW w:w="4830" w:type="dxa"/>
          </w:tcPr>
          <w:p w:rsidR="00D70556" w:rsidRPr="00CF45A0" w:rsidRDefault="004D43FD" w:rsidP="004D43FD">
            <w:pPr>
              <w:pStyle w:val="Unitname"/>
            </w:pPr>
            <w:r>
              <w:t>Mr. Price – Biology 307</w:t>
            </w:r>
          </w:p>
        </w:tc>
      </w:tr>
      <w:tr w:rsidR="00D70556" w:rsidRPr="00CF45A0">
        <w:trPr>
          <w:trHeight w:val="288"/>
        </w:trPr>
        <w:tc>
          <w:tcPr>
            <w:tcW w:w="4830" w:type="dxa"/>
          </w:tcPr>
          <w:p w:rsidR="00D70556" w:rsidRPr="00810D6D" w:rsidRDefault="00D70556" w:rsidP="00CF45A0">
            <w:pPr>
              <w:rPr>
                <w:rFonts w:ascii="Arial" w:hAnsi="Arial" w:cs="Arial"/>
                <w:sz w:val="20"/>
              </w:rPr>
            </w:pPr>
            <w:r w:rsidRPr="00810D6D">
              <w:rPr>
                <w:rFonts w:ascii="Arial" w:hAnsi="Arial" w:cs="Arial"/>
                <w:sz w:val="20"/>
              </w:rPr>
              <w:t>Your Score:</w:t>
            </w:r>
            <w:r w:rsidR="00B228B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D70556" w:rsidRPr="00CF45A0">
        <w:trPr>
          <w:trHeight w:val="288"/>
        </w:trPr>
        <w:tc>
          <w:tcPr>
            <w:tcW w:w="4830" w:type="dxa"/>
          </w:tcPr>
          <w:p w:rsidR="00D70556" w:rsidRDefault="00BF184A" w:rsidP="00CF45A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Highest Possible Score</w:t>
            </w:r>
            <w:r w:rsidR="00D70556" w:rsidRPr="00810D6D">
              <w:rPr>
                <w:rFonts w:ascii="Arial" w:hAnsi="Arial" w:cs="Arial"/>
                <w:sz w:val="20"/>
              </w:rPr>
              <w:t>:</w:t>
            </w:r>
            <w:r w:rsidR="00B228BD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FA31DC" w:rsidRPr="00CF45A0" w:rsidRDefault="00FA31DC" w:rsidP="00B228BD">
      <w:pPr>
        <w:spacing w:before="180" w:after="60"/>
      </w:pPr>
    </w:p>
    <w:p w:rsidR="009B0F61" w:rsidRPr="00CF45A0" w:rsidRDefault="001B2F65" w:rsidP="001B2F65">
      <w:pPr>
        <w:pStyle w:val="BodyText"/>
      </w:pPr>
      <w:r>
        <w:rPr>
          <w:b/>
        </w:rPr>
        <w:t xml:space="preserve">Multiple </w:t>
      </w:r>
      <w:r w:rsidR="00DF312F" w:rsidRPr="00CF45A0">
        <w:rPr>
          <w:b/>
        </w:rPr>
        <w:t>C</w:t>
      </w:r>
      <w:r w:rsidR="009B0F61" w:rsidRPr="00CF45A0">
        <w:rPr>
          <w:b/>
        </w:rPr>
        <w:t>hoice</w:t>
      </w:r>
      <w:r w:rsidR="000919FE">
        <w:rPr>
          <w:b/>
        </w:rPr>
        <w:t xml:space="preserve"> (2 points each)</w:t>
      </w:r>
      <w:r w:rsidR="009B0F61" w:rsidRPr="001F7714">
        <w:rPr>
          <w:b/>
        </w:rPr>
        <w:t>:</w:t>
      </w:r>
      <w:r w:rsidR="009B0F61" w:rsidRPr="00CF45A0">
        <w:t xml:space="preserve"> For </w:t>
      </w:r>
      <w:r w:rsidR="006E5556">
        <w:t xml:space="preserve">each of </w:t>
      </w:r>
      <w:r w:rsidR="009B0F61" w:rsidRPr="00CF45A0">
        <w:t>the following questions</w:t>
      </w:r>
      <w:r w:rsidR="006E5556">
        <w:t>,</w:t>
      </w:r>
      <w:r w:rsidR="009B0F61" w:rsidRPr="00CF45A0">
        <w:t xml:space="preserve"> </w:t>
      </w:r>
      <w:r w:rsidR="006E5556">
        <w:t xml:space="preserve">circle the letter of </w:t>
      </w:r>
      <w:r w:rsidR="009B0F61" w:rsidRPr="00CF45A0">
        <w:t xml:space="preserve">the answer that </w:t>
      </w:r>
      <w:r w:rsidR="00BF184A">
        <w:t>best</w:t>
      </w:r>
      <w:r w:rsidR="009B0F61" w:rsidRPr="00CF45A0">
        <w:t xml:space="preserve"> answers the question.</w:t>
      </w:r>
    </w:p>
    <w:p w:rsidR="009B0F61" w:rsidRPr="00CF45A0" w:rsidRDefault="004D43FD" w:rsidP="00D70556">
      <w:pPr>
        <w:pStyle w:val="ListNumber"/>
      </w:pPr>
      <w:r>
        <w:t>Ecology is</w:t>
      </w:r>
      <w:r w:rsidR="00EB0A2E">
        <w:t xml:space="preserve"> defined as…</w:t>
      </w:r>
      <w:r>
        <w:t xml:space="preserve"> </w:t>
      </w:r>
      <w:r w:rsidR="00250809" w:rsidRPr="00250809">
        <w:rPr>
          <w:b/>
          <w:i/>
        </w:rPr>
        <w:t>Objective #</w:t>
      </w:r>
      <w:r w:rsidR="00250809">
        <w:rPr>
          <w:b/>
          <w:i/>
        </w:rPr>
        <w:t>1 - Knowledge</w:t>
      </w:r>
    </w:p>
    <w:p w:rsidR="00772A25" w:rsidRDefault="00772A25" w:rsidP="00772A25">
      <w:pPr>
        <w:pStyle w:val="ListNumber2"/>
      </w:pPr>
      <w:r>
        <w:t>the scientific study of how matter moves through an ecosystem.</w:t>
      </w:r>
    </w:p>
    <w:p w:rsidR="00772A25" w:rsidRPr="00C40480" w:rsidRDefault="00EB0A2E" w:rsidP="001B2F65">
      <w:pPr>
        <w:pStyle w:val="ListNumber2"/>
        <w:rPr>
          <w:highlight w:val="yellow"/>
        </w:rPr>
      </w:pPr>
      <w:r w:rsidRPr="00C40480">
        <w:rPr>
          <w:highlight w:val="yellow"/>
        </w:rPr>
        <w:t>the scientific study of interactions</w:t>
      </w:r>
      <w:r w:rsidR="00772A25" w:rsidRPr="00C40480">
        <w:rPr>
          <w:highlight w:val="yellow"/>
        </w:rPr>
        <w:t xml:space="preserve"> among organisms and between organisms and</w:t>
      </w:r>
      <w:r w:rsidRPr="00C40480">
        <w:rPr>
          <w:highlight w:val="yellow"/>
        </w:rPr>
        <w:t xml:space="preserve"> their</w:t>
      </w:r>
    </w:p>
    <w:p w:rsidR="009B0F61" w:rsidRPr="00CF45A0" w:rsidRDefault="00772A25" w:rsidP="00772A25">
      <w:pPr>
        <w:pStyle w:val="ListNumber2"/>
        <w:numPr>
          <w:ilvl w:val="0"/>
          <w:numId w:val="0"/>
        </w:numPr>
        <w:ind w:left="648"/>
      </w:pPr>
      <w:r w:rsidRPr="00C40480">
        <w:rPr>
          <w:highlight w:val="yellow"/>
        </w:rPr>
        <w:t>environme</w:t>
      </w:r>
      <w:r w:rsidR="00B23B72" w:rsidRPr="00C40480">
        <w:rPr>
          <w:highlight w:val="yellow"/>
        </w:rPr>
        <w:t>nt</w:t>
      </w:r>
      <w:r w:rsidRPr="00C40480">
        <w:rPr>
          <w:highlight w:val="yellow"/>
        </w:rPr>
        <w:t xml:space="preserve"> or </w:t>
      </w:r>
      <w:r w:rsidR="00EB0A2E" w:rsidRPr="00C40480">
        <w:rPr>
          <w:highlight w:val="yellow"/>
        </w:rPr>
        <w:t>surroundings.</w:t>
      </w:r>
    </w:p>
    <w:p w:rsidR="009B0F61" w:rsidRPr="00CF45A0" w:rsidRDefault="00EB0A2E" w:rsidP="001B2F65">
      <w:pPr>
        <w:pStyle w:val="ListNumber2"/>
      </w:pPr>
      <w:r>
        <w:t>the scientific study of how energy moves through an ecosystem.</w:t>
      </w:r>
    </w:p>
    <w:p w:rsidR="00214F46" w:rsidRDefault="00772A25" w:rsidP="00214F46">
      <w:pPr>
        <w:pStyle w:val="ListNumber2"/>
      </w:pPr>
      <w:r>
        <w:t xml:space="preserve">the scientific study of </w:t>
      </w:r>
      <w:r w:rsidR="00B23B72">
        <w:t>our planet’s natural resources.</w:t>
      </w:r>
    </w:p>
    <w:p w:rsidR="00B12ACB" w:rsidRDefault="00B12ACB" w:rsidP="00214F46">
      <w:pPr>
        <w:pStyle w:val="ListNumber2"/>
      </w:pPr>
      <w:r>
        <w:t>none of the above</w:t>
      </w:r>
    </w:p>
    <w:p w:rsidR="00214F46" w:rsidRDefault="00214F46" w:rsidP="00214F46">
      <w:pPr>
        <w:pStyle w:val="ListNumber2"/>
        <w:numPr>
          <w:ilvl w:val="0"/>
          <w:numId w:val="0"/>
        </w:numPr>
      </w:pPr>
    </w:p>
    <w:p w:rsidR="00214F46" w:rsidRPr="00CF45A0" w:rsidRDefault="00214F46" w:rsidP="00214F46">
      <w:pPr>
        <w:pStyle w:val="ListNumber"/>
      </w:pPr>
      <w:r>
        <w:t>Of the following, which is NOT a way carbon enters the atmosphere…</w:t>
      </w:r>
      <w:r w:rsidR="00250809" w:rsidRPr="00250809">
        <w:rPr>
          <w:b/>
          <w:i/>
        </w:rPr>
        <w:t xml:space="preserve"> Objective #</w:t>
      </w:r>
      <w:r w:rsidR="00250809">
        <w:rPr>
          <w:b/>
          <w:i/>
        </w:rPr>
        <w:t>14 - Knowledge</w:t>
      </w:r>
    </w:p>
    <w:p w:rsidR="00214F46" w:rsidRPr="006E5556" w:rsidRDefault="00F345D5" w:rsidP="00214F46">
      <w:pPr>
        <w:pStyle w:val="ListNumber2"/>
        <w:numPr>
          <w:ilvl w:val="0"/>
          <w:numId w:val="24"/>
        </w:numPr>
      </w:pPr>
      <w:r>
        <w:t>v</w:t>
      </w:r>
      <w:r w:rsidR="00214F46">
        <w:t xml:space="preserve">olcanic </w:t>
      </w:r>
      <w:r>
        <w:t>a</w:t>
      </w:r>
      <w:r w:rsidR="00214F46">
        <w:t>ctivity</w:t>
      </w:r>
    </w:p>
    <w:p w:rsidR="00214F46" w:rsidRPr="006E5556" w:rsidRDefault="00F345D5" w:rsidP="00214F46">
      <w:pPr>
        <w:pStyle w:val="ListNumber2"/>
        <w:numPr>
          <w:ilvl w:val="0"/>
          <w:numId w:val="24"/>
        </w:numPr>
      </w:pPr>
      <w:r>
        <w:t>h</w:t>
      </w:r>
      <w:r w:rsidR="00764EA0">
        <w:t xml:space="preserve">uman </w:t>
      </w:r>
      <w:r w:rsidR="00214F46">
        <w:t>respiration</w:t>
      </w:r>
    </w:p>
    <w:p w:rsidR="00214F46" w:rsidRPr="006E5556" w:rsidRDefault="00F345D5" w:rsidP="00214F46">
      <w:pPr>
        <w:pStyle w:val="ListNumber2"/>
        <w:numPr>
          <w:ilvl w:val="0"/>
          <w:numId w:val="24"/>
        </w:numPr>
      </w:pPr>
      <w:r>
        <w:t>b</w:t>
      </w:r>
      <w:r w:rsidR="00214F46">
        <w:t>urning of fossil fuels</w:t>
      </w:r>
    </w:p>
    <w:p w:rsidR="00214F46" w:rsidRDefault="00F345D5" w:rsidP="00214F46">
      <w:pPr>
        <w:pStyle w:val="ListNumber2"/>
        <w:numPr>
          <w:ilvl w:val="0"/>
          <w:numId w:val="24"/>
        </w:numPr>
      </w:pPr>
      <w:r>
        <w:t>d</w:t>
      </w:r>
      <w:r w:rsidR="00214F46">
        <w:t>ecomposition of organic matter</w:t>
      </w:r>
    </w:p>
    <w:p w:rsidR="00764EA0" w:rsidRPr="00C40480" w:rsidRDefault="00F345D5" w:rsidP="00214F46">
      <w:pPr>
        <w:pStyle w:val="ListNumber2"/>
        <w:numPr>
          <w:ilvl w:val="0"/>
          <w:numId w:val="24"/>
        </w:numPr>
        <w:rPr>
          <w:highlight w:val="yellow"/>
        </w:rPr>
      </w:pPr>
      <w:r w:rsidRPr="00C40480">
        <w:rPr>
          <w:highlight w:val="yellow"/>
        </w:rPr>
        <w:t>n</w:t>
      </w:r>
      <w:r w:rsidR="00764EA0" w:rsidRPr="00C40480">
        <w:rPr>
          <w:highlight w:val="yellow"/>
        </w:rPr>
        <w:t>one of the above</w:t>
      </w:r>
    </w:p>
    <w:p w:rsidR="00B23B72" w:rsidRPr="00CF45A0" w:rsidRDefault="00B23B72" w:rsidP="00B23B72">
      <w:pPr>
        <w:pStyle w:val="ListNumber2"/>
        <w:numPr>
          <w:ilvl w:val="0"/>
          <w:numId w:val="0"/>
        </w:numPr>
        <w:ind w:left="648" w:hanging="288"/>
      </w:pPr>
    </w:p>
    <w:p w:rsidR="004D43FD" w:rsidRPr="00CF45A0" w:rsidRDefault="00B12ACB" w:rsidP="006A7596">
      <w:pPr>
        <w:pStyle w:val="ListNumber"/>
      </w:pPr>
      <w:r>
        <w:t>The process by which</w:t>
      </w:r>
      <w:r w:rsidR="006A7596">
        <w:t xml:space="preserve"> an organism uses chemical ener</w:t>
      </w:r>
      <w:r>
        <w:t>gy to create carbohydrates</w:t>
      </w:r>
      <w:r w:rsidR="006A7596">
        <w:t xml:space="preserve"> is called…</w:t>
      </w:r>
      <w:r w:rsidR="00250809" w:rsidRPr="00250809">
        <w:rPr>
          <w:b/>
          <w:i/>
        </w:rPr>
        <w:t xml:space="preserve"> </w:t>
      </w:r>
      <w:r w:rsidR="00250809">
        <w:rPr>
          <w:b/>
          <w:i/>
        </w:rPr>
        <w:t>Objective #9 - Knowledge</w:t>
      </w:r>
    </w:p>
    <w:p w:rsidR="006E5556" w:rsidRPr="006E5556" w:rsidRDefault="00B12ACB" w:rsidP="00214F46">
      <w:pPr>
        <w:pStyle w:val="ListNumber2"/>
        <w:numPr>
          <w:ilvl w:val="0"/>
          <w:numId w:val="30"/>
        </w:numPr>
      </w:pPr>
      <w:r>
        <w:t>p</w:t>
      </w:r>
      <w:r w:rsidR="006A7596">
        <w:t>hotosynthesis</w:t>
      </w:r>
      <w:r>
        <w:t>.</w:t>
      </w:r>
    </w:p>
    <w:p w:rsidR="006E5556" w:rsidRPr="00C40480" w:rsidRDefault="00B12ACB" w:rsidP="00214F46">
      <w:pPr>
        <w:pStyle w:val="ListNumber2"/>
        <w:numPr>
          <w:ilvl w:val="0"/>
          <w:numId w:val="30"/>
        </w:numPr>
        <w:rPr>
          <w:highlight w:val="yellow"/>
        </w:rPr>
      </w:pPr>
      <w:r w:rsidRPr="00C40480">
        <w:rPr>
          <w:highlight w:val="yellow"/>
        </w:rPr>
        <w:t>c</w:t>
      </w:r>
      <w:r w:rsidR="00F345D5" w:rsidRPr="00C40480">
        <w:rPr>
          <w:highlight w:val="yellow"/>
        </w:rPr>
        <w:t>h</w:t>
      </w:r>
      <w:r w:rsidR="006A7596" w:rsidRPr="00C40480">
        <w:rPr>
          <w:highlight w:val="yellow"/>
        </w:rPr>
        <w:t>emosynthesis</w:t>
      </w:r>
      <w:r w:rsidRPr="00C40480">
        <w:rPr>
          <w:highlight w:val="yellow"/>
        </w:rPr>
        <w:t>.</w:t>
      </w:r>
    </w:p>
    <w:p w:rsidR="006E5556" w:rsidRPr="006E5556" w:rsidRDefault="00B12ACB" w:rsidP="00214F46">
      <w:pPr>
        <w:pStyle w:val="ListNumber2"/>
        <w:numPr>
          <w:ilvl w:val="0"/>
          <w:numId w:val="30"/>
        </w:numPr>
      </w:pPr>
      <w:r>
        <w:t>t</w:t>
      </w:r>
      <w:r w:rsidR="006A7596">
        <w:t>ranspiration</w:t>
      </w:r>
      <w:r>
        <w:t>.</w:t>
      </w:r>
    </w:p>
    <w:p w:rsidR="009B0F61" w:rsidRDefault="00F345D5" w:rsidP="00214F46">
      <w:pPr>
        <w:pStyle w:val="ListNumber2"/>
        <w:numPr>
          <w:ilvl w:val="0"/>
          <w:numId w:val="30"/>
        </w:numPr>
      </w:pPr>
      <w:r>
        <w:t>n</w:t>
      </w:r>
      <w:r w:rsidR="006A7596">
        <w:t>itrogen fixation</w:t>
      </w:r>
      <w:r w:rsidR="00B12ACB">
        <w:t>.</w:t>
      </w:r>
    </w:p>
    <w:p w:rsidR="00B12ACB" w:rsidRDefault="00B12ACB" w:rsidP="00214F46">
      <w:pPr>
        <w:pStyle w:val="ListNumber2"/>
        <w:numPr>
          <w:ilvl w:val="0"/>
          <w:numId w:val="30"/>
        </w:numPr>
      </w:pPr>
      <w:r>
        <w:t>none of the above</w:t>
      </w:r>
    </w:p>
    <w:p w:rsidR="00214F46" w:rsidRDefault="00214F46" w:rsidP="00214F46">
      <w:pPr>
        <w:pStyle w:val="ListNumber2"/>
        <w:numPr>
          <w:ilvl w:val="0"/>
          <w:numId w:val="0"/>
        </w:numPr>
        <w:ind w:left="720"/>
      </w:pPr>
    </w:p>
    <w:p w:rsidR="00214F46" w:rsidRPr="00CF45A0" w:rsidRDefault="00C314F4" w:rsidP="00214F46">
      <w:pPr>
        <w:pStyle w:val="ListNumber"/>
      </w:pPr>
      <w:r>
        <w:t>A diagram that shows the relative amounts of energy or matter contained within each trophic level is referred to as a(</w:t>
      </w:r>
      <w:r w:rsidR="00222C32">
        <w:t>a</w:t>
      </w:r>
      <w:r>
        <w:t>n)</w:t>
      </w:r>
      <w:r w:rsidR="00F345D5">
        <w:t>…</w:t>
      </w:r>
      <w:r w:rsidR="00250809" w:rsidRPr="00250809">
        <w:rPr>
          <w:b/>
          <w:i/>
        </w:rPr>
        <w:t xml:space="preserve"> Objective #</w:t>
      </w:r>
      <w:r w:rsidR="00250809">
        <w:rPr>
          <w:b/>
          <w:i/>
        </w:rPr>
        <w:t>8 - Knowledge</w:t>
      </w:r>
    </w:p>
    <w:p w:rsidR="00214F46" w:rsidRPr="006E5556" w:rsidRDefault="00C314F4" w:rsidP="00F345D5">
      <w:pPr>
        <w:pStyle w:val="ListNumber2"/>
        <w:numPr>
          <w:ilvl w:val="0"/>
          <w:numId w:val="31"/>
        </w:numPr>
      </w:pPr>
      <w:r>
        <w:t>pyramid of numbers.</w:t>
      </w:r>
    </w:p>
    <w:p w:rsidR="00214F46" w:rsidRPr="006E5556" w:rsidRDefault="00C314F4" w:rsidP="00F345D5">
      <w:pPr>
        <w:pStyle w:val="ListNumber2"/>
        <w:numPr>
          <w:ilvl w:val="0"/>
          <w:numId w:val="31"/>
        </w:numPr>
      </w:pPr>
      <w:r>
        <w:t>biomass pyramid.</w:t>
      </w:r>
    </w:p>
    <w:p w:rsidR="00214F46" w:rsidRPr="006E5556" w:rsidRDefault="00C314F4" w:rsidP="00F345D5">
      <w:pPr>
        <w:pStyle w:val="ListNumber2"/>
        <w:numPr>
          <w:ilvl w:val="0"/>
          <w:numId w:val="31"/>
        </w:numPr>
      </w:pPr>
      <w:r>
        <w:t>ecological pyramid.</w:t>
      </w:r>
    </w:p>
    <w:p w:rsidR="00214F46" w:rsidRDefault="00C314F4" w:rsidP="00F345D5">
      <w:pPr>
        <w:pStyle w:val="ListNumber2"/>
        <w:numPr>
          <w:ilvl w:val="0"/>
          <w:numId w:val="31"/>
        </w:numPr>
      </w:pPr>
      <w:r>
        <w:t>energy pyramid.</w:t>
      </w:r>
    </w:p>
    <w:p w:rsidR="00C314F4" w:rsidRPr="00C40480" w:rsidRDefault="00C314F4" w:rsidP="00F345D5">
      <w:pPr>
        <w:pStyle w:val="ListNumber2"/>
        <w:numPr>
          <w:ilvl w:val="0"/>
          <w:numId w:val="31"/>
        </w:numPr>
        <w:rPr>
          <w:highlight w:val="yellow"/>
        </w:rPr>
      </w:pPr>
      <w:r w:rsidRPr="00C40480">
        <w:rPr>
          <w:highlight w:val="yellow"/>
        </w:rPr>
        <w:t>all of the above</w:t>
      </w:r>
    </w:p>
    <w:p w:rsidR="00214F46" w:rsidRDefault="00214F46" w:rsidP="00214F46">
      <w:pPr>
        <w:pStyle w:val="ListNumber2"/>
        <w:numPr>
          <w:ilvl w:val="0"/>
          <w:numId w:val="0"/>
        </w:numPr>
        <w:ind w:left="720"/>
      </w:pPr>
    </w:p>
    <w:p w:rsidR="00FA399C" w:rsidRPr="00CF45A0" w:rsidRDefault="00FA399C" w:rsidP="00FA399C">
      <w:pPr>
        <w:pStyle w:val="ListNumber"/>
      </w:pPr>
      <w:r>
        <w:t>Organisms that rely on other organisms for their energy and food supply are referred to as…</w:t>
      </w:r>
      <w:r w:rsidR="00250809" w:rsidRPr="00250809">
        <w:rPr>
          <w:b/>
          <w:i/>
        </w:rPr>
        <w:t xml:space="preserve"> Objective #</w:t>
      </w:r>
      <w:r w:rsidR="00F27029">
        <w:rPr>
          <w:b/>
          <w:i/>
        </w:rPr>
        <w:t>5</w:t>
      </w:r>
      <w:r w:rsidR="00250809">
        <w:rPr>
          <w:b/>
          <w:i/>
        </w:rPr>
        <w:t xml:space="preserve"> - Knowledge</w:t>
      </w:r>
    </w:p>
    <w:p w:rsidR="00FA399C" w:rsidRPr="006E5556" w:rsidRDefault="00B12ACB" w:rsidP="00B12ACB">
      <w:pPr>
        <w:pStyle w:val="ListNumber2"/>
        <w:numPr>
          <w:ilvl w:val="0"/>
          <w:numId w:val="0"/>
        </w:numPr>
        <w:ind w:left="360"/>
      </w:pPr>
      <w:r>
        <w:t>A.   p</w:t>
      </w:r>
      <w:r w:rsidR="00FA399C">
        <w:t>roducers</w:t>
      </w:r>
      <w:r>
        <w:t>.</w:t>
      </w:r>
    </w:p>
    <w:p w:rsidR="00FA399C" w:rsidRPr="006E5556" w:rsidRDefault="00B12ACB" w:rsidP="00B12ACB">
      <w:pPr>
        <w:pStyle w:val="ListNumber2"/>
        <w:numPr>
          <w:ilvl w:val="0"/>
          <w:numId w:val="0"/>
        </w:numPr>
        <w:ind w:left="360"/>
      </w:pPr>
      <w:r>
        <w:t>B.   a</w:t>
      </w:r>
      <w:r w:rsidR="00FA399C">
        <w:t>utotrophs</w:t>
      </w:r>
      <w:r>
        <w:t>.</w:t>
      </w:r>
    </w:p>
    <w:p w:rsidR="00FA399C" w:rsidRPr="006E5556" w:rsidRDefault="00B12ACB" w:rsidP="00B12ACB">
      <w:pPr>
        <w:pStyle w:val="ListNumber2"/>
        <w:numPr>
          <w:ilvl w:val="0"/>
          <w:numId w:val="32"/>
        </w:numPr>
      </w:pPr>
      <w:r>
        <w:t>c</w:t>
      </w:r>
      <w:r w:rsidR="00FA399C">
        <w:t>hemotrophs</w:t>
      </w:r>
      <w:r>
        <w:t>.</w:t>
      </w:r>
    </w:p>
    <w:p w:rsidR="00B12ACB" w:rsidRPr="00C40480" w:rsidRDefault="00B12ACB" w:rsidP="00B12ACB">
      <w:pPr>
        <w:pStyle w:val="ListNumber2"/>
        <w:numPr>
          <w:ilvl w:val="0"/>
          <w:numId w:val="32"/>
        </w:numPr>
        <w:rPr>
          <w:highlight w:val="yellow"/>
        </w:rPr>
      </w:pPr>
      <w:r w:rsidRPr="00C40480">
        <w:rPr>
          <w:highlight w:val="yellow"/>
        </w:rPr>
        <w:t>h</w:t>
      </w:r>
      <w:r w:rsidR="00FA399C" w:rsidRPr="00C40480">
        <w:rPr>
          <w:highlight w:val="yellow"/>
        </w:rPr>
        <w:t>eterotrophs</w:t>
      </w:r>
      <w:r w:rsidRPr="00C40480">
        <w:rPr>
          <w:highlight w:val="yellow"/>
        </w:rPr>
        <w:t>.</w:t>
      </w:r>
    </w:p>
    <w:p w:rsidR="00FA399C" w:rsidRDefault="00B12ACB" w:rsidP="00B12ACB">
      <w:pPr>
        <w:pStyle w:val="ListNumber2"/>
        <w:numPr>
          <w:ilvl w:val="0"/>
          <w:numId w:val="32"/>
        </w:numPr>
      </w:pPr>
      <w:r>
        <w:t>none of the above</w:t>
      </w:r>
      <w:r w:rsidR="00FA399C">
        <w:br/>
      </w:r>
    </w:p>
    <w:p w:rsidR="00214F46" w:rsidRDefault="00214F46" w:rsidP="00214F46">
      <w:pPr>
        <w:pStyle w:val="ListNumber2"/>
        <w:numPr>
          <w:ilvl w:val="0"/>
          <w:numId w:val="0"/>
        </w:numPr>
      </w:pPr>
    </w:p>
    <w:p w:rsidR="00B12ACB" w:rsidRDefault="00B12ACB" w:rsidP="00214F46">
      <w:pPr>
        <w:pStyle w:val="ListNumber2"/>
        <w:numPr>
          <w:ilvl w:val="0"/>
          <w:numId w:val="0"/>
        </w:numPr>
      </w:pPr>
    </w:p>
    <w:p w:rsidR="009B0F61" w:rsidRPr="00D70556" w:rsidRDefault="009B0F61" w:rsidP="00D70556">
      <w:pPr>
        <w:pStyle w:val="BodyText"/>
        <w:rPr>
          <w:b/>
        </w:rPr>
      </w:pPr>
      <w:r w:rsidRPr="00D70556">
        <w:rPr>
          <w:b/>
        </w:rPr>
        <w:t>True or False</w:t>
      </w:r>
      <w:r w:rsidR="000919FE">
        <w:rPr>
          <w:b/>
        </w:rPr>
        <w:t xml:space="preserve"> (2 points each)</w:t>
      </w:r>
      <w:r w:rsidRPr="00D70556">
        <w:rPr>
          <w:b/>
        </w:rPr>
        <w:t>:</w:t>
      </w:r>
      <w:r w:rsidRPr="001F5E0D">
        <w:t xml:space="preserve"> </w:t>
      </w:r>
      <w:r w:rsidR="006E5556">
        <w:t>For</w:t>
      </w:r>
      <w:r w:rsidRPr="00D70556">
        <w:t xml:space="preserve"> each statement</w:t>
      </w:r>
      <w:r w:rsidR="006E5556">
        <w:t>,</w:t>
      </w:r>
      <w:r w:rsidRPr="00D70556">
        <w:t xml:space="preserve"> </w:t>
      </w:r>
      <w:r w:rsidR="006E5556">
        <w:t>circle True or False</w:t>
      </w:r>
      <w:r w:rsidRPr="00D70556">
        <w:t>.</w:t>
      </w:r>
    </w:p>
    <w:tbl>
      <w:tblPr>
        <w:tblW w:w="0" w:type="auto"/>
        <w:tblLayout w:type="fixed"/>
        <w:tblLook w:val="0000"/>
      </w:tblPr>
      <w:tblGrid>
        <w:gridCol w:w="1098"/>
        <w:gridCol w:w="1080"/>
        <w:gridCol w:w="7398"/>
      </w:tblGrid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40480">
              <w:rPr>
                <w:rFonts w:ascii="Arial" w:hAnsi="Arial" w:cs="Arial"/>
                <w:sz w:val="20"/>
                <w:highlight w:val="yellow"/>
              </w:rPr>
              <w:t>False</w:t>
            </w:r>
          </w:p>
        </w:tc>
        <w:tc>
          <w:tcPr>
            <w:tcW w:w="7398" w:type="dxa"/>
          </w:tcPr>
          <w:p w:rsidR="009B0F61" w:rsidRPr="00D70556" w:rsidRDefault="007A7372" w:rsidP="00250C5E">
            <w:pPr>
              <w:pStyle w:val="ListNumber"/>
            </w:pPr>
            <w:r>
              <w:t>Each trophic level harvests only about 20% of the energy from the level below.</w:t>
            </w:r>
            <w:r w:rsidR="00B209BA">
              <w:t xml:space="preserve">  </w:t>
            </w:r>
            <w:r w:rsidR="00B209BA" w:rsidRPr="00250809">
              <w:rPr>
                <w:b/>
                <w:i/>
              </w:rPr>
              <w:t>Objective #</w:t>
            </w:r>
            <w:r w:rsidR="00A036A5">
              <w:rPr>
                <w:b/>
                <w:i/>
              </w:rPr>
              <w:t>6</w:t>
            </w:r>
            <w:r w:rsidR="00B209BA">
              <w:rPr>
                <w:b/>
                <w:i/>
              </w:rPr>
              <w:t xml:space="preserve"> - Knowledge</w:t>
            </w:r>
          </w:p>
        </w:tc>
      </w:tr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40480">
              <w:rPr>
                <w:rFonts w:ascii="Arial" w:hAnsi="Arial" w:cs="Arial"/>
                <w:sz w:val="20"/>
                <w:highlight w:val="yellow"/>
              </w:rPr>
              <w:t>False</w:t>
            </w:r>
          </w:p>
        </w:tc>
        <w:tc>
          <w:tcPr>
            <w:tcW w:w="7398" w:type="dxa"/>
          </w:tcPr>
          <w:p w:rsidR="009B0F61" w:rsidRPr="00D70556" w:rsidRDefault="003B080C" w:rsidP="00A036A5">
            <w:pPr>
              <w:pStyle w:val="ListNumber"/>
            </w:pPr>
            <w:r>
              <w:t>Like matter, energy flows through an ecosystem in one direction.</w:t>
            </w:r>
            <w:r w:rsidR="00B209BA">
              <w:t xml:space="preserve">  </w:t>
            </w:r>
            <w:r w:rsidR="00B209BA" w:rsidRPr="00250809">
              <w:rPr>
                <w:b/>
                <w:i/>
              </w:rPr>
              <w:t>Objective #</w:t>
            </w:r>
            <w:r w:rsidR="00A036A5">
              <w:rPr>
                <w:b/>
                <w:i/>
              </w:rPr>
              <w:t>12</w:t>
            </w:r>
            <w:r w:rsidR="00B209BA">
              <w:rPr>
                <w:b/>
                <w:i/>
              </w:rPr>
              <w:t xml:space="preserve"> </w:t>
            </w:r>
            <w:r w:rsidR="00DB6116">
              <w:rPr>
                <w:b/>
                <w:i/>
              </w:rPr>
              <w:t>–</w:t>
            </w:r>
            <w:r w:rsidR="00B209BA">
              <w:rPr>
                <w:b/>
                <w:i/>
              </w:rPr>
              <w:t xml:space="preserve"> </w:t>
            </w:r>
            <w:r w:rsidR="00DB6116">
              <w:rPr>
                <w:b/>
                <w:i/>
              </w:rPr>
              <w:t>Knowledge/</w:t>
            </w:r>
            <w:r w:rsidR="00A036A5">
              <w:rPr>
                <w:b/>
                <w:i/>
              </w:rPr>
              <w:t>Comprehension</w:t>
            </w:r>
          </w:p>
        </w:tc>
      </w:tr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40480">
              <w:rPr>
                <w:rFonts w:ascii="Arial" w:hAnsi="Arial" w:cs="Arial"/>
                <w:sz w:val="20"/>
                <w:highlight w:val="yellow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False</w:t>
            </w:r>
          </w:p>
        </w:tc>
        <w:tc>
          <w:tcPr>
            <w:tcW w:w="7398" w:type="dxa"/>
          </w:tcPr>
          <w:p w:rsidR="009B0F61" w:rsidRPr="00D70556" w:rsidRDefault="003B080C" w:rsidP="00250C5E">
            <w:pPr>
              <w:pStyle w:val="ListNumber"/>
            </w:pPr>
            <w:r>
              <w:t>Some organisms rely on energy stored in inorganic chemical compounds</w:t>
            </w:r>
            <w:r w:rsidR="00F345D5">
              <w:t>.</w:t>
            </w:r>
            <w:r w:rsidR="00B209BA">
              <w:t xml:space="preserve">  </w:t>
            </w:r>
            <w:r w:rsidR="00B209BA" w:rsidRPr="00250809">
              <w:rPr>
                <w:b/>
                <w:i/>
              </w:rPr>
              <w:t>Objective #</w:t>
            </w:r>
            <w:r w:rsidR="00CC0343">
              <w:rPr>
                <w:b/>
                <w:i/>
              </w:rPr>
              <w:t>5</w:t>
            </w:r>
            <w:r w:rsidR="00B209BA">
              <w:rPr>
                <w:b/>
                <w:i/>
              </w:rPr>
              <w:t xml:space="preserve"> - Knowledge</w:t>
            </w:r>
          </w:p>
        </w:tc>
      </w:tr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40480">
              <w:rPr>
                <w:rFonts w:ascii="Arial" w:hAnsi="Arial" w:cs="Arial"/>
                <w:sz w:val="20"/>
                <w:highlight w:val="yellow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False</w:t>
            </w:r>
          </w:p>
        </w:tc>
        <w:tc>
          <w:tcPr>
            <w:tcW w:w="7398" w:type="dxa"/>
          </w:tcPr>
          <w:p w:rsidR="009B0F61" w:rsidRPr="00D70556" w:rsidRDefault="00B8343B" w:rsidP="00B8343B">
            <w:pPr>
              <w:pStyle w:val="ListNumber"/>
            </w:pPr>
            <w:r>
              <w:t>Phosphorus is an essential component of DNA and RNA, and typically does not enter the atmosphere.</w:t>
            </w:r>
            <w:r w:rsidR="00B209BA">
              <w:t xml:space="preserve">  </w:t>
            </w:r>
            <w:r w:rsidR="00B209BA" w:rsidRPr="00250809">
              <w:rPr>
                <w:b/>
                <w:i/>
              </w:rPr>
              <w:t>Objective #</w:t>
            </w:r>
            <w:r w:rsidR="00CC0343">
              <w:rPr>
                <w:b/>
                <w:i/>
              </w:rPr>
              <w:t>13</w:t>
            </w:r>
            <w:r w:rsidR="00B209BA">
              <w:rPr>
                <w:b/>
                <w:i/>
              </w:rPr>
              <w:t xml:space="preserve"> - Knowledge</w:t>
            </w:r>
          </w:p>
        </w:tc>
      </w:tr>
      <w:tr w:rsidR="009B0F61" w:rsidRPr="00CF45A0">
        <w:trPr>
          <w:trHeight w:val="288"/>
        </w:trPr>
        <w:tc>
          <w:tcPr>
            <w:tcW w:w="1098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40480">
              <w:rPr>
                <w:rFonts w:ascii="Arial" w:hAnsi="Arial" w:cs="Arial"/>
                <w:sz w:val="20"/>
                <w:highlight w:val="yellow"/>
              </w:rPr>
              <w:t>True</w:t>
            </w:r>
          </w:p>
        </w:tc>
        <w:tc>
          <w:tcPr>
            <w:tcW w:w="1080" w:type="dxa"/>
          </w:tcPr>
          <w:p w:rsidR="009B0F61" w:rsidRPr="00CF45A0" w:rsidRDefault="009B0F61">
            <w:pPr>
              <w:rPr>
                <w:rFonts w:ascii="Arial" w:hAnsi="Arial" w:cs="Arial"/>
                <w:sz w:val="20"/>
              </w:rPr>
            </w:pPr>
            <w:r w:rsidRPr="00CF45A0">
              <w:rPr>
                <w:rFonts w:ascii="Arial" w:hAnsi="Arial" w:cs="Arial"/>
                <w:sz w:val="20"/>
              </w:rPr>
              <w:t>False</w:t>
            </w:r>
          </w:p>
        </w:tc>
        <w:tc>
          <w:tcPr>
            <w:tcW w:w="7398" w:type="dxa"/>
          </w:tcPr>
          <w:p w:rsidR="00B8343B" w:rsidRPr="00D70556" w:rsidRDefault="00B8343B" w:rsidP="00B8343B">
            <w:pPr>
              <w:pStyle w:val="ListNumber"/>
            </w:pPr>
            <w:r>
              <w:t>Nitrogen</w:t>
            </w:r>
            <w:r w:rsidR="003B080C">
              <w:t>, phosphorus and potassium are</w:t>
            </w:r>
            <w:r>
              <w:t xml:space="preserve"> major component</w:t>
            </w:r>
            <w:r w:rsidR="003B080C">
              <w:t>s</w:t>
            </w:r>
            <w:r>
              <w:t xml:space="preserve"> of plant fertilizer.</w:t>
            </w:r>
            <w:r w:rsidR="00B209BA">
              <w:t xml:space="preserve">  </w:t>
            </w:r>
            <w:r w:rsidR="00B209BA" w:rsidRPr="00250809">
              <w:rPr>
                <w:b/>
                <w:i/>
              </w:rPr>
              <w:t>Objective #</w:t>
            </w:r>
            <w:r w:rsidR="00256195">
              <w:rPr>
                <w:b/>
                <w:i/>
              </w:rPr>
              <w:t>16</w:t>
            </w:r>
            <w:r w:rsidR="00B209BA">
              <w:rPr>
                <w:b/>
                <w:i/>
              </w:rPr>
              <w:t xml:space="preserve"> - Knowledge</w:t>
            </w:r>
          </w:p>
        </w:tc>
      </w:tr>
    </w:tbl>
    <w:p w:rsidR="00CA76D9" w:rsidRPr="00CF45A0" w:rsidRDefault="00CA76D9" w:rsidP="006E5556">
      <w:pPr>
        <w:pStyle w:val="Heading3rdlevel"/>
      </w:pPr>
      <w:r w:rsidRPr="00CF45A0">
        <w:rPr>
          <w:rFonts w:ascii="Arial" w:hAnsi="Arial" w:cs="Arial"/>
        </w:rPr>
        <w:t>Fill</w:t>
      </w:r>
      <w:r w:rsidR="0012294A">
        <w:rPr>
          <w:rFonts w:ascii="Arial" w:hAnsi="Arial" w:cs="Arial"/>
        </w:rPr>
        <w:t xml:space="preserve"> </w:t>
      </w:r>
      <w:r w:rsidRPr="00CF45A0">
        <w:rPr>
          <w:rFonts w:ascii="Arial" w:hAnsi="Arial" w:cs="Arial"/>
        </w:rPr>
        <w:t>in</w:t>
      </w:r>
      <w:r w:rsidR="0012294A">
        <w:rPr>
          <w:rFonts w:ascii="Arial" w:hAnsi="Arial" w:cs="Arial"/>
        </w:rPr>
        <w:t xml:space="preserve"> </w:t>
      </w:r>
      <w:r w:rsidRPr="00CF45A0">
        <w:rPr>
          <w:rFonts w:ascii="Arial" w:hAnsi="Arial" w:cs="Arial"/>
        </w:rPr>
        <w:t>the</w:t>
      </w:r>
      <w:r w:rsidR="0012294A">
        <w:rPr>
          <w:rFonts w:ascii="Arial" w:hAnsi="Arial" w:cs="Arial"/>
        </w:rPr>
        <w:t xml:space="preserve"> </w:t>
      </w:r>
      <w:r w:rsidRPr="00CF45A0">
        <w:rPr>
          <w:rFonts w:ascii="Arial" w:hAnsi="Arial" w:cs="Arial"/>
        </w:rPr>
        <w:t>Blank</w:t>
      </w:r>
      <w:r w:rsidR="000919FE">
        <w:rPr>
          <w:rFonts w:ascii="Arial" w:hAnsi="Arial" w:cs="Arial"/>
        </w:rPr>
        <w:t xml:space="preserve"> (2 points each)</w:t>
      </w:r>
      <w:r w:rsidR="006E5556">
        <w:rPr>
          <w:rFonts w:ascii="Arial" w:hAnsi="Arial" w:cs="Arial"/>
        </w:rPr>
        <w:t>:</w:t>
      </w:r>
      <w:r w:rsidR="006E5556" w:rsidRPr="001F5E0D">
        <w:rPr>
          <w:rFonts w:ascii="Arial" w:hAnsi="Arial" w:cs="Arial"/>
          <w:b w:val="0"/>
        </w:rPr>
        <w:t xml:space="preserve"> </w:t>
      </w:r>
      <w:r w:rsidR="00F04525">
        <w:rPr>
          <w:rStyle w:val="BodyTextChar"/>
          <w:b w:val="0"/>
        </w:rPr>
        <w:t>Into</w:t>
      </w:r>
      <w:r w:rsidR="006E5556">
        <w:rPr>
          <w:rStyle w:val="BodyTextChar"/>
          <w:b w:val="0"/>
        </w:rPr>
        <w:t xml:space="preserve"> each </w:t>
      </w:r>
      <w:r w:rsidR="00F04525">
        <w:rPr>
          <w:rStyle w:val="BodyTextChar"/>
          <w:b w:val="0"/>
        </w:rPr>
        <w:t>sentence</w:t>
      </w:r>
      <w:r w:rsidR="006E5556">
        <w:rPr>
          <w:rStyle w:val="BodyTextChar"/>
          <w:b w:val="0"/>
        </w:rPr>
        <w:t xml:space="preserve"> below, </w:t>
      </w:r>
      <w:r w:rsidR="00F04525">
        <w:rPr>
          <w:rStyle w:val="BodyTextChar"/>
          <w:b w:val="0"/>
        </w:rPr>
        <w:t xml:space="preserve">copy a term from the word </w:t>
      </w:r>
      <w:r w:rsidRPr="006E5556">
        <w:rPr>
          <w:rStyle w:val="BodyTextChar"/>
          <w:b w:val="0"/>
        </w:rPr>
        <w:t xml:space="preserve">bank that </w:t>
      </w:r>
      <w:r w:rsidR="00F04525">
        <w:rPr>
          <w:rStyle w:val="BodyTextChar"/>
          <w:b w:val="0"/>
        </w:rPr>
        <w:t xml:space="preserve">correctly </w:t>
      </w:r>
      <w:r w:rsidRPr="006E5556">
        <w:rPr>
          <w:rStyle w:val="BodyTextChar"/>
          <w:b w:val="0"/>
        </w:rPr>
        <w:t xml:space="preserve">completes </w:t>
      </w:r>
      <w:r w:rsidR="00F04525">
        <w:rPr>
          <w:rStyle w:val="BodyTextChar"/>
          <w:b w:val="0"/>
        </w:rPr>
        <w:t>the</w:t>
      </w:r>
      <w:r w:rsidRPr="006E5556">
        <w:rPr>
          <w:rStyle w:val="BodyTextChar"/>
          <w:b w:val="0"/>
        </w:rPr>
        <w:t xml:space="preserve"> sentence.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915"/>
        <w:gridCol w:w="1915"/>
        <w:gridCol w:w="1915"/>
        <w:gridCol w:w="1915"/>
        <w:gridCol w:w="1916"/>
      </w:tblGrid>
      <w:tr w:rsidR="00CA76D9" w:rsidRPr="00CF45A0">
        <w:tc>
          <w:tcPr>
            <w:tcW w:w="1915" w:type="dxa"/>
          </w:tcPr>
          <w:p w:rsidR="00CA76D9" w:rsidRPr="00CF45A0" w:rsidRDefault="002D463A" w:rsidP="002D463A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carnivores</w:t>
            </w:r>
          </w:p>
        </w:tc>
        <w:tc>
          <w:tcPr>
            <w:tcW w:w="1915" w:type="dxa"/>
          </w:tcPr>
          <w:p w:rsidR="00CA76D9" w:rsidRPr="00CF45A0" w:rsidRDefault="007B005B" w:rsidP="007B005B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ecosystem</w:t>
            </w:r>
          </w:p>
        </w:tc>
        <w:tc>
          <w:tcPr>
            <w:tcW w:w="1915" w:type="dxa"/>
          </w:tcPr>
          <w:p w:rsidR="00CA76D9" w:rsidRPr="00CF45A0" w:rsidRDefault="00B23B72" w:rsidP="00B23B72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biosphere</w:t>
            </w:r>
          </w:p>
        </w:tc>
        <w:tc>
          <w:tcPr>
            <w:tcW w:w="1915" w:type="dxa"/>
          </w:tcPr>
          <w:p w:rsidR="00CA76D9" w:rsidRPr="00CF45A0" w:rsidRDefault="002D463A" w:rsidP="002D463A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herbivores</w:t>
            </w:r>
          </w:p>
        </w:tc>
        <w:tc>
          <w:tcPr>
            <w:tcW w:w="1916" w:type="dxa"/>
          </w:tcPr>
          <w:p w:rsidR="00CA76D9" w:rsidRPr="00CF45A0" w:rsidRDefault="00B45EE3" w:rsidP="00B45EE3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populations</w:t>
            </w:r>
          </w:p>
        </w:tc>
      </w:tr>
      <w:tr w:rsidR="00CA76D9" w:rsidRPr="00CF45A0">
        <w:tc>
          <w:tcPr>
            <w:tcW w:w="1915" w:type="dxa"/>
          </w:tcPr>
          <w:p w:rsidR="00CA76D9" w:rsidRPr="00CF45A0" w:rsidRDefault="002A084F" w:rsidP="007B005B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ecological</w:t>
            </w:r>
          </w:p>
        </w:tc>
        <w:tc>
          <w:tcPr>
            <w:tcW w:w="1915" w:type="dxa"/>
          </w:tcPr>
          <w:p w:rsidR="00CA76D9" w:rsidRPr="00CF45A0" w:rsidRDefault="002D463A" w:rsidP="002D463A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detrivores</w:t>
            </w:r>
          </w:p>
        </w:tc>
        <w:tc>
          <w:tcPr>
            <w:tcW w:w="1915" w:type="dxa"/>
          </w:tcPr>
          <w:p w:rsidR="00CA76D9" w:rsidRPr="00CF45A0" w:rsidRDefault="00A20236" w:rsidP="00A20236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consumers</w:t>
            </w:r>
          </w:p>
        </w:tc>
        <w:tc>
          <w:tcPr>
            <w:tcW w:w="1915" w:type="dxa"/>
          </w:tcPr>
          <w:p w:rsidR="00CA76D9" w:rsidRPr="00CF45A0" w:rsidRDefault="00F345D5" w:rsidP="00F345D5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autotrophs</w:t>
            </w:r>
          </w:p>
        </w:tc>
        <w:tc>
          <w:tcPr>
            <w:tcW w:w="1916" w:type="dxa"/>
          </w:tcPr>
          <w:p w:rsidR="00CA76D9" w:rsidRPr="00CF45A0" w:rsidRDefault="00A036A5" w:rsidP="00B45EE3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chemicals</w:t>
            </w:r>
          </w:p>
        </w:tc>
      </w:tr>
      <w:tr w:rsidR="00CA76D9" w:rsidRPr="00CF45A0">
        <w:tc>
          <w:tcPr>
            <w:tcW w:w="1915" w:type="dxa"/>
          </w:tcPr>
          <w:p w:rsidR="00CA76D9" w:rsidRPr="00CF45A0" w:rsidRDefault="007A7372" w:rsidP="00B23B72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23B72">
              <w:rPr>
                <w:rFonts w:ascii="Arial" w:hAnsi="Arial" w:cs="Arial"/>
              </w:rPr>
              <w:t>unlight</w:t>
            </w:r>
          </w:p>
        </w:tc>
        <w:tc>
          <w:tcPr>
            <w:tcW w:w="1915" w:type="dxa"/>
          </w:tcPr>
          <w:p w:rsidR="00CA76D9" w:rsidRPr="00CF45A0" w:rsidRDefault="00F345D5" w:rsidP="00F345D5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producers</w:t>
            </w:r>
          </w:p>
        </w:tc>
        <w:tc>
          <w:tcPr>
            <w:tcW w:w="1915" w:type="dxa"/>
          </w:tcPr>
          <w:p w:rsidR="00CA76D9" w:rsidRPr="00CF45A0" w:rsidRDefault="00B45EE3" w:rsidP="00B45EE3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communities</w:t>
            </w:r>
          </w:p>
        </w:tc>
        <w:tc>
          <w:tcPr>
            <w:tcW w:w="1915" w:type="dxa"/>
          </w:tcPr>
          <w:p w:rsidR="00CA76D9" w:rsidRPr="00CF45A0" w:rsidRDefault="00B45EE3" w:rsidP="00B45EE3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species</w:t>
            </w:r>
          </w:p>
        </w:tc>
        <w:tc>
          <w:tcPr>
            <w:tcW w:w="1916" w:type="dxa"/>
          </w:tcPr>
          <w:p w:rsidR="00CA76D9" w:rsidRPr="00CF45A0" w:rsidRDefault="002D463A" w:rsidP="002D463A">
            <w:pPr>
              <w:pStyle w:val="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omnivores</w:t>
            </w:r>
          </w:p>
        </w:tc>
      </w:tr>
    </w:tbl>
    <w:p w:rsidR="00CA76D9" w:rsidRPr="00B228BD" w:rsidRDefault="00CA76D9" w:rsidP="00B228BD">
      <w:pPr>
        <w:spacing w:before="180" w:after="60"/>
      </w:pPr>
    </w:p>
    <w:p w:rsidR="00CA76D9" w:rsidRPr="001B2F65" w:rsidRDefault="003B080C" w:rsidP="00F36F5D">
      <w:pPr>
        <w:pStyle w:val="ListNumber"/>
      </w:pPr>
      <w:r>
        <w:t>All of life on Earth exists in a region known</w:t>
      </w:r>
      <w:r w:rsidR="00B23B72">
        <w:t xml:space="preserve"> as the </w:t>
      </w:r>
      <w:r w:rsidR="00C40480">
        <w:t>_____biosphere</w:t>
      </w:r>
      <w:r w:rsidR="00B23B72">
        <w:t>________.</w:t>
      </w:r>
      <w:r w:rsidR="00F27029">
        <w:t xml:space="preserve">  </w:t>
      </w:r>
      <w:r w:rsidR="00F27029">
        <w:rPr>
          <w:b/>
          <w:i/>
        </w:rPr>
        <w:t xml:space="preserve">Objective #2 - </w:t>
      </w:r>
      <w:r w:rsidR="00132CAA">
        <w:rPr>
          <w:b/>
          <w:i/>
        </w:rPr>
        <w:t>Comprehension</w:t>
      </w:r>
    </w:p>
    <w:p w:rsidR="00D66231" w:rsidRDefault="00B23B72" w:rsidP="00F36F5D">
      <w:pPr>
        <w:pStyle w:val="ListNumber"/>
      </w:pPr>
      <w:r>
        <w:t>__</w:t>
      </w:r>
      <w:r w:rsidR="00C40480">
        <w:t>Communities</w:t>
      </w:r>
      <w:r>
        <w:t xml:space="preserve">____ </w:t>
      </w:r>
      <w:r w:rsidR="00B45EE3">
        <w:t>are assemblages of different populations that live together</w:t>
      </w:r>
      <w:r>
        <w:t>.</w:t>
      </w:r>
      <w:r w:rsidR="00F27029">
        <w:t xml:space="preserve">  </w:t>
      </w:r>
      <w:r w:rsidR="00F27029" w:rsidRPr="00250809">
        <w:rPr>
          <w:b/>
          <w:i/>
        </w:rPr>
        <w:t>Objective #</w:t>
      </w:r>
      <w:r w:rsidR="00F27029">
        <w:rPr>
          <w:b/>
          <w:i/>
        </w:rPr>
        <w:t xml:space="preserve">2 - </w:t>
      </w:r>
      <w:r w:rsidR="00132CAA">
        <w:rPr>
          <w:b/>
          <w:i/>
        </w:rPr>
        <w:t>Comprehension</w:t>
      </w:r>
    </w:p>
    <w:p w:rsidR="00B45EE3" w:rsidRDefault="00B45EE3" w:rsidP="00F36F5D">
      <w:pPr>
        <w:pStyle w:val="ListNumber"/>
      </w:pPr>
      <w:r>
        <w:t>___</w:t>
      </w:r>
      <w:r w:rsidR="00C40480">
        <w:t>Sunlight</w:t>
      </w:r>
      <w:r>
        <w:t>____ is the main source of energy for life on Earth</w:t>
      </w:r>
      <w:r w:rsidR="00A036A5">
        <w:t>, yet some organisms can obtain their energy from inorganic _____chemicals_____.</w:t>
      </w:r>
      <w:r w:rsidR="00F27029">
        <w:t xml:space="preserve">  </w:t>
      </w:r>
      <w:r w:rsidR="00F27029" w:rsidRPr="00250809">
        <w:rPr>
          <w:b/>
          <w:i/>
        </w:rPr>
        <w:t>Objective #</w:t>
      </w:r>
      <w:r w:rsidR="00F27029">
        <w:rPr>
          <w:b/>
          <w:i/>
        </w:rPr>
        <w:t xml:space="preserve">4 - </w:t>
      </w:r>
      <w:r w:rsidR="00132CAA">
        <w:rPr>
          <w:b/>
          <w:i/>
        </w:rPr>
        <w:t>Comprehension</w:t>
      </w:r>
    </w:p>
    <w:p w:rsidR="00A20236" w:rsidRPr="001B2F65" w:rsidRDefault="00F345D5" w:rsidP="00F36F5D">
      <w:pPr>
        <w:pStyle w:val="ListNumber"/>
      </w:pPr>
      <w:r>
        <w:t>Organisms that can capture energy from sunlight or chemicals are referred to as _</w:t>
      </w:r>
      <w:r w:rsidR="00C40480">
        <w:t>autotrophs</w:t>
      </w:r>
      <w:r>
        <w:t>___.</w:t>
      </w:r>
      <w:r w:rsidR="00CC0343">
        <w:t xml:space="preserve">  </w:t>
      </w:r>
      <w:r w:rsidR="00CC0343" w:rsidRPr="00250809">
        <w:rPr>
          <w:b/>
          <w:i/>
        </w:rPr>
        <w:t>Objective #</w:t>
      </w:r>
      <w:r w:rsidR="00CC0343">
        <w:rPr>
          <w:b/>
          <w:i/>
        </w:rPr>
        <w:t xml:space="preserve">5 - </w:t>
      </w:r>
      <w:r w:rsidR="00132CAA">
        <w:rPr>
          <w:b/>
          <w:i/>
        </w:rPr>
        <w:t>Comprehension</w:t>
      </w:r>
    </w:p>
    <w:p w:rsidR="00CA76D9" w:rsidRDefault="002D463A" w:rsidP="00F36F5D">
      <w:pPr>
        <w:pStyle w:val="ListNumber"/>
      </w:pPr>
      <w:r>
        <w:t>Earthworms &amp; snails are examples of ___</w:t>
      </w:r>
      <w:r w:rsidR="00C40480">
        <w:t>detrivores</w:t>
      </w:r>
      <w:r>
        <w:t>____</w:t>
      </w:r>
      <w:r w:rsidR="00A20236">
        <w:t xml:space="preserve"> that feed on plant and animal remains or other dead matter</w:t>
      </w:r>
      <w:r>
        <w:t>.</w:t>
      </w:r>
      <w:r w:rsidR="00F27029">
        <w:t xml:space="preserve">  </w:t>
      </w:r>
      <w:r w:rsidR="00F27029" w:rsidRPr="00250809">
        <w:rPr>
          <w:b/>
          <w:i/>
        </w:rPr>
        <w:t>Objective #</w:t>
      </w:r>
      <w:r w:rsidR="00F27029">
        <w:rPr>
          <w:b/>
          <w:i/>
        </w:rPr>
        <w:t xml:space="preserve">7 - </w:t>
      </w:r>
      <w:r w:rsidR="00132CAA">
        <w:rPr>
          <w:b/>
          <w:i/>
        </w:rPr>
        <w:t>Comprehension</w:t>
      </w:r>
    </w:p>
    <w:p w:rsidR="00B23B72" w:rsidRDefault="00A20236" w:rsidP="00F36F5D">
      <w:pPr>
        <w:pStyle w:val="ListNumber"/>
      </w:pPr>
      <w:r>
        <w:t xml:space="preserve">Many humans are referred to as </w:t>
      </w:r>
      <w:r w:rsidR="002D463A">
        <w:t>__</w:t>
      </w:r>
      <w:r w:rsidR="00C40480">
        <w:t>omnivores</w:t>
      </w:r>
      <w:r w:rsidR="002D463A">
        <w:t xml:space="preserve">____ </w:t>
      </w:r>
      <w:r>
        <w:t xml:space="preserve">because they </w:t>
      </w:r>
      <w:r w:rsidR="002D463A">
        <w:t>eat both plant &amp; animals.</w:t>
      </w:r>
      <w:r w:rsidR="00F27029">
        <w:t xml:space="preserve">  </w:t>
      </w:r>
      <w:r w:rsidR="00F27029" w:rsidRPr="00250809">
        <w:rPr>
          <w:b/>
          <w:i/>
        </w:rPr>
        <w:t>Objective #</w:t>
      </w:r>
      <w:r w:rsidR="00F27029">
        <w:rPr>
          <w:b/>
          <w:i/>
        </w:rPr>
        <w:t xml:space="preserve">7 - </w:t>
      </w:r>
      <w:r w:rsidR="00132CAA">
        <w:rPr>
          <w:b/>
          <w:i/>
        </w:rPr>
        <w:t>Comprehension</w:t>
      </w:r>
    </w:p>
    <w:p w:rsidR="002D463A" w:rsidRDefault="002D463A" w:rsidP="00F36F5D">
      <w:pPr>
        <w:pStyle w:val="ListNumber"/>
      </w:pPr>
      <w:r>
        <w:t>___</w:t>
      </w:r>
      <w:r w:rsidR="00C40480">
        <w:t>Carnivores</w:t>
      </w:r>
      <w:r>
        <w:t>____, including snakes, dogs &amp; owls, eat animals.</w:t>
      </w:r>
      <w:r w:rsidR="00F27029">
        <w:t xml:space="preserve">  </w:t>
      </w:r>
      <w:r w:rsidR="00F27029" w:rsidRPr="00250809">
        <w:rPr>
          <w:b/>
          <w:i/>
        </w:rPr>
        <w:t>Objective #</w:t>
      </w:r>
      <w:r w:rsidR="00F27029">
        <w:rPr>
          <w:b/>
          <w:i/>
        </w:rPr>
        <w:t xml:space="preserve">7 - </w:t>
      </w:r>
      <w:r w:rsidR="00132CAA">
        <w:rPr>
          <w:b/>
          <w:i/>
        </w:rPr>
        <w:t>Comprehension</w:t>
      </w:r>
    </w:p>
    <w:p w:rsidR="002A084F" w:rsidRDefault="00A20236" w:rsidP="00C40480">
      <w:pPr>
        <w:pStyle w:val="ListNumber"/>
      </w:pPr>
      <w:r>
        <w:t>Organisms are referred to as ______</w:t>
      </w:r>
      <w:r w:rsidR="00C40480">
        <w:t>herbivores</w:t>
      </w:r>
      <w:r>
        <w:t>___ if they obtain their energy by only eating plants.</w:t>
      </w:r>
      <w:r w:rsidR="00F27029">
        <w:t xml:space="preserve">  </w:t>
      </w:r>
      <w:r w:rsidR="002A084F" w:rsidRPr="00250809">
        <w:rPr>
          <w:b/>
          <w:i/>
        </w:rPr>
        <w:t>Objective #</w:t>
      </w:r>
      <w:r w:rsidR="002A084F">
        <w:rPr>
          <w:b/>
          <w:i/>
        </w:rPr>
        <w:t>7 - Comprehension</w:t>
      </w:r>
    </w:p>
    <w:p w:rsidR="00C40480" w:rsidRPr="00B228BD" w:rsidRDefault="002A084F" w:rsidP="00C40480">
      <w:pPr>
        <w:pStyle w:val="ListNumber"/>
      </w:pPr>
      <w:r>
        <w:t>A diagram that shows the relative amounts of energy or matter contained at each trophic level in a food chain or food web is a type of __ecological____ pyramid.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4"/>
      </w:tblGrid>
      <w:tr w:rsidR="00CD30D5" w:rsidRPr="00CF45A0" w:rsidTr="00B55E9E">
        <w:trPr>
          <w:trHeight w:val="720"/>
        </w:trPr>
        <w:tc>
          <w:tcPr>
            <w:tcW w:w="92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B5DC3" w:rsidRDefault="000919FE" w:rsidP="00C00393">
            <w:pPr>
              <w:pStyle w:val="BodyText2"/>
              <w:rPr>
                <w:b/>
              </w:rPr>
            </w:pPr>
            <w:r>
              <w:rPr>
                <w:b/>
              </w:rPr>
              <w:lastRenderedPageBreak/>
              <w:t>Complete</w:t>
            </w:r>
            <w:r w:rsidR="003B5DC3">
              <w:rPr>
                <w:b/>
              </w:rPr>
              <w:t xml:space="preserve"> the </w:t>
            </w:r>
            <w:r>
              <w:rPr>
                <w:b/>
              </w:rPr>
              <w:t xml:space="preserve">diagram by filling in the </w:t>
            </w:r>
            <w:r w:rsidR="003B5DC3">
              <w:rPr>
                <w:b/>
              </w:rPr>
              <w:t>missing molecules</w:t>
            </w:r>
            <w:r>
              <w:rPr>
                <w:b/>
              </w:rPr>
              <w:t xml:space="preserve"> (2 points each)</w:t>
            </w:r>
            <w:r w:rsidR="003B5DC3">
              <w:rPr>
                <w:b/>
              </w:rPr>
              <w:t>:</w:t>
            </w:r>
          </w:p>
          <w:p w:rsidR="003B5DC3" w:rsidRDefault="008B3967" w:rsidP="00C00393">
            <w:pPr>
              <w:pStyle w:val="BodyText2"/>
              <w:rPr>
                <w:b/>
              </w:rPr>
            </w:pPr>
            <w:r w:rsidRPr="00250809">
              <w:rPr>
                <w:b/>
                <w:i/>
              </w:rPr>
              <w:t>Objective #</w:t>
            </w:r>
            <w:r>
              <w:rPr>
                <w:b/>
                <w:i/>
              </w:rPr>
              <w:t>3 – Comprehension/Application</w:t>
            </w:r>
          </w:p>
          <w:p w:rsidR="003B5DC3" w:rsidRDefault="00EE5093" w:rsidP="00C00393">
            <w:pPr>
              <w:pStyle w:val="BodyText2"/>
              <w:rPr>
                <w:b/>
              </w:rPr>
            </w:pPr>
            <w:r>
              <w:rPr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margin-left:205.75pt;margin-top:181.95pt;width:143.25pt;height:30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" fillcolor="white [3201]" strokeweight=".5pt">
                  <v:textbox>
                    <w:txbxContent>
                      <w:p w:rsidR="003B5DC3" w:rsidRDefault="001A53CF" w:rsidP="003B5DC3">
                        <w:r>
                          <w:t xml:space="preserve">2.  </w:t>
                        </w:r>
                        <w:r w:rsidR="00C40480">
                          <w:t>Oxygen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>
                <v:shape id="Text Box 4" o:spid="_x0000_s1027" type="#_x0000_t202" style="position:absolute;margin-left:255.7pt;margin-top:106.75pt;width:143.25pt;height:30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" fillcolor="white [3201]" strokeweight=".5pt">
                  <v:textbox>
                    <w:txbxContent>
                      <w:p w:rsidR="003B5DC3" w:rsidRDefault="00C40480" w:rsidP="001A53CF">
                        <w:pPr>
                          <w:pStyle w:val="ListParagraph"/>
                          <w:numPr>
                            <w:ilvl w:val="0"/>
                            <w:numId w:val="38"/>
                          </w:numPr>
                        </w:pPr>
                        <w:r>
                          <w:t>Carbohydrates</w:t>
                        </w:r>
                      </w:p>
                    </w:txbxContent>
                  </v:textbox>
                </v:shape>
              </w:pict>
            </w:r>
            <w:r w:rsidR="003B5DC3">
              <w:rPr>
                <w:b/>
              </w:rPr>
              <w:t xml:space="preserve">   </w:t>
            </w:r>
            <w:r w:rsidR="003B5DC3">
              <w:rPr>
                <w:noProof/>
              </w:rPr>
              <w:drawing>
                <wp:inline distT="0" distB="0" distL="0" distR="0">
                  <wp:extent cx="4400550" cy="2640330"/>
                  <wp:effectExtent l="0" t="0" r="0" b="7620"/>
                  <wp:docPr id="3" name="Picture 3" descr="http://schools.look4.net.nz/science/biology/plant/photosynthesis/photosynthesei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hools.look4.net.nz/science/biology/plant/photosynthesis/photosynthesei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2640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5DC3" w:rsidRDefault="003B5DC3" w:rsidP="00C00393">
            <w:pPr>
              <w:pStyle w:val="BodyText2"/>
              <w:rPr>
                <w:b/>
              </w:rPr>
            </w:pPr>
          </w:p>
          <w:p w:rsidR="003B5DC3" w:rsidRDefault="00EE5093" w:rsidP="00C00393">
            <w:pPr>
              <w:pStyle w:val="BodyText2"/>
              <w:rPr>
                <w:b/>
              </w:rPr>
            </w:pPr>
            <w:r>
              <w:rPr>
                <w:b/>
                <w:noProof/>
              </w:rPr>
              <w:pict>
                <v:shape id="Text Box 14" o:spid="_x0000_s1028" type="#_x0000_t202" style="position:absolute;margin-left:12pt;margin-top:10.25pt;width:347.25pt;height:12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" fillcolor="white [3201]" stroked="f" strokeweight=".5pt">
                  <v:textbox>
                    <w:txbxContent>
                      <w:p w:rsidR="0026518B" w:rsidRPr="0026518B" w:rsidRDefault="0026518B">
                        <w:pPr>
                          <w:rPr>
                            <w:sz w:val="12"/>
                            <w:szCs w:val="12"/>
                          </w:rPr>
                        </w:pPr>
                        <w:r w:rsidRPr="0026518B">
                          <w:rPr>
                            <w:sz w:val="12"/>
                            <w:szCs w:val="12"/>
                          </w:rPr>
                          <w:t>http://www.google.com/imgres?imgurl=http://schools.look4.net.nz/science/biology/plant/photosynthesis/photosyntheseis1.jpg&amp;imgrefurl=http://sho3a3elamal.com/photosynthesis-equation%26page%3D4&amp;usg=__Lt1HnIRfpjJMfJ6fapBk20xyb4k=&amp;h=336&amp;w=560&amp;sz=37&amp;hl=en&amp;start=32&amp;zoom=1&amp;tbnid=OyMgMSwZ2mvsYM:&amp;tbnh=131&amp;tbnw=219&amp;ei=xzGATYXKMsWdgQed9tWGCA&amp;prev=/images%3Fq%3Dphotosynthesis%2Bformula%26um%3D1%26hl%3Den%26sa%3DN%26biw%3D1291%26bih%3D522%26tbs%3Disch:10%2C1177&amp;um=1&amp;itbs=1&amp;iact=hc&amp;vpx=348&amp;vpy=147&amp;dur=79&amp;hovh=174&amp;hovw=290&amp;tx=126&amp;ty=129&amp;oei=kTGATenJNM2ftwfH7Z3iCA&amp;page=4&amp;ndsp=10&amp;ved=1t:429,r:1,s:32&amp;biw=1291&amp;bih=522</w:t>
                        </w:r>
                      </w:p>
                    </w:txbxContent>
                  </v:textbox>
                </v:shape>
              </w:pict>
            </w:r>
          </w:p>
          <w:p w:rsidR="003B5DC3" w:rsidRDefault="003B5DC3" w:rsidP="00C00393">
            <w:pPr>
              <w:pStyle w:val="BodyText2"/>
              <w:rPr>
                <w:b/>
              </w:rPr>
            </w:pPr>
          </w:p>
          <w:p w:rsidR="003B5DC3" w:rsidRDefault="003B5DC3" w:rsidP="00C00393">
            <w:pPr>
              <w:pStyle w:val="BodyText2"/>
              <w:rPr>
                <w:b/>
              </w:rPr>
            </w:pPr>
          </w:p>
          <w:p w:rsidR="001A53CF" w:rsidRDefault="001A53CF" w:rsidP="00C00393">
            <w:pPr>
              <w:pStyle w:val="BodyText2"/>
              <w:rPr>
                <w:b/>
              </w:rPr>
            </w:pPr>
          </w:p>
          <w:p w:rsidR="001A53CF" w:rsidRDefault="001A53CF" w:rsidP="001A53CF">
            <w:pPr>
              <w:pStyle w:val="BodyText2"/>
              <w:rPr>
                <w:b/>
              </w:rPr>
            </w:pPr>
            <w:r w:rsidRPr="00250809">
              <w:rPr>
                <w:b/>
                <w:i/>
              </w:rPr>
              <w:t>Objective #</w:t>
            </w:r>
            <w:r>
              <w:rPr>
                <w:b/>
                <w:i/>
              </w:rPr>
              <w:t>3 – Comprehension/Application</w:t>
            </w:r>
          </w:p>
          <w:p w:rsidR="001A53CF" w:rsidRDefault="001A53CF" w:rsidP="00C00393">
            <w:pPr>
              <w:pStyle w:val="BodyText2"/>
              <w:rPr>
                <w:b/>
              </w:rPr>
            </w:pPr>
          </w:p>
          <w:p w:rsidR="001A53CF" w:rsidRDefault="001A53CF" w:rsidP="00C00393">
            <w:pPr>
              <w:pStyle w:val="BodyText2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A53CF" w:rsidRDefault="00EE5093" w:rsidP="00B209BA">
            <w:pPr>
              <w:pStyle w:val="BodyText2"/>
              <w:rPr>
                <w:b/>
              </w:rPr>
            </w:pPr>
            <w:r>
              <w:rPr>
                <w:b/>
                <w:noProof/>
              </w:rPr>
              <w:pict>
                <v:shape id="Text Box 6" o:spid="_x0000_s1029" type="#_x0000_t202" style="position:absolute;margin-left:264.3pt;margin-top:42.45pt;width:150.75pt;height:20.2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" fillcolor="white [3201]" strokeweight=".5pt">
                  <v:textbox>
                    <w:txbxContent>
                      <w:p w:rsidR="001A53CF" w:rsidRDefault="001A53CF" w:rsidP="001A53CF">
                        <w:r>
                          <w:t>3.  transpiration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>
                <v:shape id="Text Box 9" o:spid="_x0000_s1030" type="#_x0000_t202" style="position:absolute;margin-left:169.05pt;margin-top:151.95pt;width:148.5pt;height:20.2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" fillcolor="white [3201]" strokeweight=".5pt">
                  <v:textbox>
                    <w:txbxContent>
                      <w:p w:rsidR="001A53CF" w:rsidRDefault="001A53CF" w:rsidP="001A53CF">
                        <w:r>
                          <w:t>4.  evaporation</w:t>
                        </w:r>
                      </w:p>
                    </w:txbxContent>
                  </v:textbox>
                </v:shape>
              </w:pict>
            </w:r>
            <w:r w:rsidR="001A53CF">
              <w:rPr>
                <w:noProof/>
              </w:rPr>
              <w:t xml:space="preserve">                                </w:t>
            </w:r>
            <w:r w:rsidR="001A53CF">
              <w:rPr>
                <w:noProof/>
              </w:rPr>
              <w:drawing>
                <wp:inline distT="0" distB="0" distL="0" distR="0">
                  <wp:extent cx="3572844" cy="3162300"/>
                  <wp:effectExtent l="0" t="0" r="8890" b="0"/>
                  <wp:docPr id="1" name="Picture 1" descr="http://www.lakehaven.org/images/watercyc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bImage" descr="http://www.lakehaven.org/images/watercyc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2844" cy="316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53CF" w:rsidRDefault="00EE5093" w:rsidP="00B209BA">
            <w:pPr>
              <w:pStyle w:val="BodyText2"/>
              <w:rPr>
                <w:b/>
              </w:rPr>
            </w:pPr>
            <w:r>
              <w:rPr>
                <w:b/>
                <w:noProof/>
              </w:rPr>
              <w:pict>
                <v:shape id="Text Box 2" o:spid="_x0000_s1031" type="#_x0000_t202" style="position:absolute;margin-left:115.05pt;margin-top:10.2pt;width:274.5pt;height:16.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" fillcolor="white [3201]" stroked="f" strokeweight=".5pt">
                  <v:textbox>
                    <w:txbxContent>
                      <w:p w:rsidR="001A53CF" w:rsidRPr="00456419" w:rsidRDefault="001A53CF" w:rsidP="001A53CF">
                        <w:pPr>
                          <w:rPr>
                            <w:sz w:val="12"/>
                            <w:szCs w:val="12"/>
                          </w:rPr>
                        </w:pPr>
                        <w:r w:rsidRPr="00456419">
                          <w:rPr>
                            <w:sz w:val="12"/>
                            <w:szCs w:val="12"/>
                          </w:rPr>
                          <w:t>http://www.creeksidegardencenter.com/logs/logs.php?search=the-water-cycle-for-kids-clouds&amp;images</w:t>
                        </w:r>
                      </w:p>
                    </w:txbxContent>
                  </v:textbox>
                </v:shape>
              </w:pict>
            </w:r>
          </w:p>
          <w:p w:rsidR="001A53CF" w:rsidRDefault="001A53CF" w:rsidP="00B209BA">
            <w:pPr>
              <w:pStyle w:val="BodyText2"/>
              <w:rPr>
                <w:b/>
              </w:rPr>
            </w:pPr>
          </w:p>
          <w:p w:rsidR="00B209BA" w:rsidRDefault="00B209BA" w:rsidP="00B209BA">
            <w:pPr>
              <w:pStyle w:val="BodyText2"/>
            </w:pPr>
            <w:r>
              <w:rPr>
                <w:b/>
              </w:rPr>
              <w:lastRenderedPageBreak/>
              <w:t xml:space="preserve">Short Answer (6 points):  </w:t>
            </w:r>
            <w:r>
              <w:t xml:space="preserve">Construct a flow chart naming the different levels of organization within the biosphere, from largest to smallest.  </w:t>
            </w:r>
            <w:r w:rsidRPr="00250809">
              <w:rPr>
                <w:b/>
                <w:i/>
              </w:rPr>
              <w:t>Objective #</w:t>
            </w:r>
            <w:r>
              <w:rPr>
                <w:b/>
                <w:i/>
              </w:rPr>
              <w:t>2 –</w:t>
            </w:r>
            <w:r w:rsidR="00F27029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Application</w:t>
            </w:r>
          </w:p>
          <w:p w:rsidR="00FA399C" w:rsidRDefault="00FA399C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Pr="00B209BA" w:rsidRDefault="00B209BA" w:rsidP="00C00393">
            <w:pPr>
              <w:pStyle w:val="BodyText2"/>
            </w:pPr>
            <w:r>
              <w:t>Biosphere – biome – ecosystem – community – population – individual/species</w:t>
            </w: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209BA" w:rsidRDefault="00B209BA" w:rsidP="00C00393">
            <w:pPr>
              <w:pStyle w:val="BodyText2"/>
              <w:rPr>
                <w:b/>
              </w:rPr>
            </w:pPr>
          </w:p>
          <w:p w:rsidR="00B55E9E" w:rsidRDefault="00B55E9E" w:rsidP="00B55E9E">
            <w:pPr>
              <w:pStyle w:val="BodyText2"/>
            </w:pPr>
            <w:r>
              <w:rPr>
                <w:b/>
              </w:rPr>
              <w:t>Short Answer</w:t>
            </w:r>
            <w:r w:rsidR="000919FE">
              <w:rPr>
                <w:b/>
              </w:rPr>
              <w:t xml:space="preserve"> (4 points)</w:t>
            </w:r>
            <w:r w:rsidRPr="001B2F65">
              <w:rPr>
                <w:b/>
              </w:rPr>
              <w:t>:</w:t>
            </w:r>
            <w:r w:rsidRPr="00CF45A0">
              <w:t xml:space="preserve"> </w:t>
            </w:r>
            <w:r>
              <w:t>Describe 2 different ways a producer obtains their energy and give an example of each.</w:t>
            </w:r>
            <w:r w:rsidR="00F27029">
              <w:t xml:space="preserve">  </w:t>
            </w:r>
            <w:r w:rsidR="00F27029">
              <w:rPr>
                <w:b/>
                <w:i/>
              </w:rPr>
              <w:t>Objective #10 - Comprehension</w:t>
            </w:r>
          </w:p>
          <w:p w:rsidR="00B55E9E" w:rsidRDefault="00B55E9E" w:rsidP="00B55E9E">
            <w:pPr>
              <w:pStyle w:val="BodyText2"/>
            </w:pPr>
          </w:p>
          <w:p w:rsidR="00B55E9E" w:rsidRPr="00CF45A0" w:rsidRDefault="00135F00" w:rsidP="00135F00">
            <w:pPr>
              <w:pStyle w:val="BodyText2"/>
              <w:numPr>
                <w:ilvl w:val="0"/>
                <w:numId w:val="39"/>
              </w:numPr>
            </w:pPr>
            <w:r>
              <w:t xml:space="preserve"> Sunlight – plants/algae/autotrophs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038"/>
            </w:tblGrid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135F00" w:rsidP="00135F00">
                  <w:pPr>
                    <w:pStyle w:val="Text"/>
                    <w:numPr>
                      <w:ilvl w:val="0"/>
                      <w:numId w:val="39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Inorganic chemical compounds – bacteria/algae/chemotrophs</w:t>
                  </w: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</w:tbl>
          <w:p w:rsidR="00B55E9E" w:rsidRDefault="00B55E9E" w:rsidP="00C00393">
            <w:pPr>
              <w:pStyle w:val="BodyText2"/>
              <w:rPr>
                <w:b/>
              </w:rPr>
            </w:pPr>
          </w:p>
          <w:p w:rsidR="00B55E9E" w:rsidRDefault="00B55E9E" w:rsidP="00C00393">
            <w:pPr>
              <w:pStyle w:val="BodyText2"/>
              <w:rPr>
                <w:b/>
              </w:rPr>
            </w:pPr>
          </w:p>
          <w:p w:rsidR="00B55E9E" w:rsidRDefault="000919FE" w:rsidP="00B55E9E">
            <w:pPr>
              <w:pStyle w:val="BodyText2"/>
            </w:pPr>
            <w:r>
              <w:rPr>
                <w:b/>
              </w:rPr>
              <w:t>Short Answer (6 points)</w:t>
            </w:r>
            <w:r w:rsidR="00B55E9E" w:rsidRPr="001B2F65">
              <w:rPr>
                <w:b/>
              </w:rPr>
              <w:t>:</w:t>
            </w:r>
            <w:r w:rsidR="00B55E9E" w:rsidRPr="00CF45A0">
              <w:t xml:space="preserve"> </w:t>
            </w:r>
            <w:r w:rsidR="00B55E9E">
              <w:t xml:space="preserve">Every living organism needs nutrients to build tissues and carry out essential life functions.  </w:t>
            </w:r>
            <w:r w:rsidR="00F27029">
              <w:t>Describe</w:t>
            </w:r>
            <w:r w:rsidR="00B55E9E">
              <w:t xml:space="preserve"> the 3 nutrient cycles we discussed in class and </w:t>
            </w:r>
            <w:r w:rsidR="00C66B39">
              <w:t>relate</w:t>
            </w:r>
            <w:r w:rsidR="00B55E9E">
              <w:t xml:space="preserve"> a reason why each is considered essential.</w:t>
            </w:r>
            <w:r w:rsidR="00F27029">
              <w:t xml:space="preserve">  </w:t>
            </w:r>
            <w:r w:rsidR="00F27029" w:rsidRPr="00250809">
              <w:rPr>
                <w:b/>
                <w:i/>
              </w:rPr>
              <w:t>Objective #</w:t>
            </w:r>
            <w:r w:rsidR="00F27029">
              <w:rPr>
                <w:b/>
                <w:i/>
              </w:rPr>
              <w:t xml:space="preserve">13 - </w:t>
            </w:r>
            <w:r w:rsidR="00132CAA">
              <w:rPr>
                <w:b/>
                <w:i/>
              </w:rPr>
              <w:t>Comprehension</w:t>
            </w:r>
          </w:p>
          <w:p w:rsidR="00B55E9E" w:rsidRDefault="00B55E9E" w:rsidP="00B55E9E">
            <w:pPr>
              <w:pStyle w:val="BodyText2"/>
            </w:pPr>
          </w:p>
          <w:p w:rsidR="00B55E9E" w:rsidRPr="00CF45A0" w:rsidRDefault="00135F00" w:rsidP="00135F00">
            <w:pPr>
              <w:pStyle w:val="BodyText2"/>
              <w:numPr>
                <w:ilvl w:val="0"/>
                <w:numId w:val="40"/>
              </w:numPr>
            </w:pPr>
            <w:r>
              <w:t xml:space="preserve"> Carbon cycle – key ingredient in living tissue &amp; skeletons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038"/>
            </w:tblGrid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135F00" w:rsidP="00135F00">
                  <w:pPr>
                    <w:pStyle w:val="Text"/>
                    <w:numPr>
                      <w:ilvl w:val="0"/>
                      <w:numId w:val="40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Nitrogen cycle – amino acids/proteins</w:t>
                  </w: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135F00" w:rsidP="00135F00">
                  <w:pPr>
                    <w:pStyle w:val="Text"/>
                    <w:numPr>
                      <w:ilvl w:val="0"/>
                      <w:numId w:val="40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Phosphorus cycle - DNA</w:t>
                  </w: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</w:tbl>
          <w:p w:rsidR="00B55E9E" w:rsidRDefault="00B55E9E" w:rsidP="00C00393">
            <w:pPr>
              <w:pStyle w:val="BodyText2"/>
              <w:rPr>
                <w:b/>
              </w:rPr>
            </w:pPr>
          </w:p>
          <w:p w:rsidR="00FA399C" w:rsidRDefault="00FA399C" w:rsidP="00C00393">
            <w:pPr>
              <w:pStyle w:val="BodyText2"/>
              <w:rPr>
                <w:b/>
              </w:rPr>
            </w:pPr>
          </w:p>
          <w:p w:rsidR="00CB27B1" w:rsidRDefault="00CB27B1" w:rsidP="00C00393">
            <w:pPr>
              <w:pStyle w:val="BodyText2"/>
              <w:rPr>
                <w:b/>
              </w:rPr>
            </w:pPr>
          </w:p>
          <w:p w:rsidR="00B55E9E" w:rsidRDefault="00B55E9E" w:rsidP="00B55E9E">
            <w:pPr>
              <w:pStyle w:val="BodyText2"/>
            </w:pPr>
            <w:r>
              <w:rPr>
                <w:b/>
              </w:rPr>
              <w:t>Short answer</w:t>
            </w:r>
            <w:r w:rsidR="00A547B3">
              <w:rPr>
                <w:b/>
              </w:rPr>
              <w:t xml:space="preserve"> (4 points)</w:t>
            </w:r>
            <w:r w:rsidRPr="001B2F65">
              <w:rPr>
                <w:b/>
              </w:rPr>
              <w:t>:</w:t>
            </w:r>
            <w:r w:rsidRPr="00CF45A0">
              <w:t xml:space="preserve"> </w:t>
            </w:r>
            <w:r>
              <w:t>Explain the difference between the flow of matter and energy through an ecosystem.</w:t>
            </w:r>
            <w:r w:rsidR="00C66B39">
              <w:t xml:space="preserve">  </w:t>
            </w:r>
            <w:r w:rsidR="00C66B39" w:rsidRPr="00250809">
              <w:rPr>
                <w:b/>
                <w:i/>
              </w:rPr>
              <w:t>Objective #</w:t>
            </w:r>
            <w:r w:rsidR="00C66B39">
              <w:rPr>
                <w:b/>
                <w:i/>
              </w:rPr>
              <w:t>12 - Comprehension</w:t>
            </w:r>
          </w:p>
          <w:p w:rsidR="00B55E9E" w:rsidRPr="00CF45A0" w:rsidRDefault="007F3355" w:rsidP="00B55E9E">
            <w:pPr>
              <w:pStyle w:val="BodyText2"/>
            </w:pPr>
            <w:r>
              <w:t xml:space="preserve"> Matter is recycled through an ecosystem, whereas energy is lost through each trophic level at a 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038"/>
            </w:tblGrid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7F3355" w:rsidP="00C60F20">
                  <w:pPr>
                    <w:pStyle w:val="Tex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rate of approximately 10% per level.</w:t>
                  </w:r>
                </w:p>
              </w:tc>
            </w:tr>
            <w:tr w:rsidR="00B55E9E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B55E9E" w:rsidRPr="00CF45A0" w:rsidRDefault="00B55E9E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</w:tbl>
          <w:p w:rsidR="00CB27B1" w:rsidRDefault="00CB27B1" w:rsidP="00C00393">
            <w:pPr>
              <w:pStyle w:val="BodyText2"/>
              <w:rPr>
                <w:b/>
              </w:rPr>
            </w:pPr>
          </w:p>
          <w:p w:rsidR="007F3355" w:rsidRDefault="007F3355" w:rsidP="007F3355">
            <w:pPr>
              <w:pStyle w:val="BodyText2"/>
            </w:pPr>
            <w:r>
              <w:rPr>
                <w:b/>
              </w:rPr>
              <w:lastRenderedPageBreak/>
              <w:t>Extra Credit (5 points)</w:t>
            </w:r>
            <w:r w:rsidRPr="001B2F65">
              <w:rPr>
                <w:b/>
              </w:rPr>
              <w:t>:</w:t>
            </w:r>
            <w:r w:rsidRPr="00CF45A0">
              <w:t xml:space="preserve"> </w:t>
            </w:r>
            <w:r w:rsidR="001222B6">
              <w:t xml:space="preserve">Propose a plan to limit the amount of free carbon in the biosphere.  Be sure to include cause and effect in your description.  </w:t>
            </w:r>
            <w:r w:rsidRPr="00250809">
              <w:rPr>
                <w:b/>
                <w:i/>
              </w:rPr>
              <w:t>Objective #</w:t>
            </w:r>
            <w:r w:rsidR="00256195">
              <w:rPr>
                <w:b/>
                <w:i/>
              </w:rPr>
              <w:t>16</w:t>
            </w:r>
            <w:bookmarkStart w:id="0" w:name="_GoBack"/>
            <w:bookmarkEnd w:id="0"/>
            <w:r>
              <w:rPr>
                <w:b/>
                <w:i/>
              </w:rPr>
              <w:t xml:space="preserve"> </w:t>
            </w:r>
            <w:r w:rsidR="001222B6">
              <w:rPr>
                <w:b/>
                <w:i/>
              </w:rPr>
              <w:t>–</w:t>
            </w:r>
            <w:r>
              <w:rPr>
                <w:b/>
                <w:i/>
              </w:rPr>
              <w:t xml:space="preserve"> </w:t>
            </w:r>
            <w:r w:rsidR="001222B6">
              <w:rPr>
                <w:b/>
                <w:i/>
              </w:rPr>
              <w:t xml:space="preserve">Synthesis </w:t>
            </w:r>
          </w:p>
          <w:p w:rsidR="007F3355" w:rsidRDefault="007F3355" w:rsidP="007F3355">
            <w:pPr>
              <w:pStyle w:val="BodyText2"/>
            </w:pPr>
          </w:p>
          <w:p w:rsidR="007F3355" w:rsidRPr="00CF45A0" w:rsidRDefault="001222B6" w:rsidP="001222B6">
            <w:pPr>
              <w:pStyle w:val="BodyText2"/>
              <w:ind w:left="420"/>
            </w:pPr>
            <w:r>
              <w:t>This is really open to student interpretation and could include such things as recycling (however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038"/>
            </w:tblGrid>
            <w:tr w:rsidR="007F3355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7F3355" w:rsidRPr="00CF45A0" w:rsidRDefault="001222B6" w:rsidP="00C60F20">
                  <w:pPr>
                    <w:pStyle w:val="Tex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This is debatable), electric cars, limiting industrial carbon emissions (thanks for nothing President</w:t>
                  </w:r>
                </w:p>
              </w:tc>
            </w:tr>
            <w:tr w:rsidR="007F3355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7F3355" w:rsidRPr="00CF45A0" w:rsidRDefault="001222B6" w:rsidP="00C23D7E">
                  <w:pPr>
                    <w:pStyle w:val="Tex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Bush).  Assessment will be based on accurate descripti</w:t>
                  </w:r>
                  <w:r w:rsidR="00586A21">
                    <w:rPr>
                      <w:rFonts w:ascii="Arial" w:hAnsi="Arial" w:cs="Arial"/>
                    </w:rPr>
                    <w:t xml:space="preserve">on of cause &amp; effect as well as </w:t>
                  </w:r>
                  <w:r w:rsidR="00C23D7E">
                    <w:rPr>
                      <w:rFonts w:ascii="Arial" w:hAnsi="Arial" w:cs="Arial"/>
                    </w:rPr>
                    <w:t>the</w:t>
                  </w:r>
                </w:p>
              </w:tc>
            </w:tr>
            <w:tr w:rsidR="007F3355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7F3355" w:rsidRPr="00CF45A0" w:rsidRDefault="00586A21" w:rsidP="00C23D7E">
                  <w:pPr>
                    <w:pStyle w:val="Tex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reality of </w:t>
                  </w:r>
                  <w:r w:rsidR="00C23D7E">
                    <w:rPr>
                      <w:rFonts w:ascii="Arial" w:hAnsi="Arial" w:cs="Arial"/>
                    </w:rPr>
                    <w:t>the plan</w:t>
                  </w:r>
                  <w:r>
                    <w:rPr>
                      <w:rFonts w:ascii="Arial" w:hAnsi="Arial" w:cs="Arial"/>
                    </w:rPr>
                    <w:t xml:space="preserve"> to incorporate.</w:t>
                  </w:r>
                </w:p>
              </w:tc>
            </w:tr>
            <w:tr w:rsidR="007F3355" w:rsidRPr="00CF45A0" w:rsidTr="00C60F20">
              <w:trPr>
                <w:trHeight w:val="360"/>
              </w:trPr>
              <w:tc>
                <w:tcPr>
                  <w:tcW w:w="9216" w:type="dxa"/>
                </w:tcPr>
                <w:p w:rsidR="007F3355" w:rsidRPr="00CF45A0" w:rsidRDefault="007F3355" w:rsidP="001222B6">
                  <w:pPr>
                    <w:pStyle w:val="Text"/>
                    <w:ind w:left="420"/>
                    <w:rPr>
                      <w:rFonts w:ascii="Arial" w:hAnsi="Arial" w:cs="Arial"/>
                    </w:rPr>
                  </w:pPr>
                </w:p>
              </w:tc>
            </w:tr>
            <w:tr w:rsidR="007F3355" w:rsidRPr="00CF45A0" w:rsidTr="00C60F20">
              <w:trPr>
                <w:trHeight w:val="360"/>
              </w:trPr>
              <w:tc>
                <w:tcPr>
                  <w:tcW w:w="921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F3355" w:rsidRPr="00CF45A0" w:rsidRDefault="007F3355" w:rsidP="00C60F20">
                  <w:pPr>
                    <w:pStyle w:val="Text"/>
                    <w:rPr>
                      <w:rFonts w:ascii="Arial" w:hAnsi="Arial" w:cs="Arial"/>
                    </w:rPr>
                  </w:pPr>
                </w:p>
              </w:tc>
            </w:tr>
          </w:tbl>
          <w:p w:rsidR="007F3355" w:rsidRDefault="007F3355" w:rsidP="007F3355">
            <w:pPr>
              <w:pStyle w:val="BodyText2"/>
              <w:rPr>
                <w:b/>
              </w:rPr>
            </w:pPr>
          </w:p>
          <w:p w:rsidR="00F36F5D" w:rsidRDefault="00F36F5D" w:rsidP="00C00393">
            <w:pPr>
              <w:pStyle w:val="BodyText2"/>
              <w:rPr>
                <w:b/>
              </w:rPr>
            </w:pPr>
          </w:p>
          <w:p w:rsidR="00F36F5D" w:rsidRDefault="00F36F5D" w:rsidP="00C00393">
            <w:pPr>
              <w:pStyle w:val="BodyText2"/>
              <w:rPr>
                <w:b/>
              </w:rPr>
            </w:pPr>
          </w:p>
          <w:p w:rsidR="00F36F5D" w:rsidRDefault="00F36F5D" w:rsidP="00C00393">
            <w:pPr>
              <w:pStyle w:val="BodyText2"/>
              <w:rPr>
                <w:b/>
              </w:rPr>
            </w:pPr>
          </w:p>
          <w:p w:rsidR="00CF45A0" w:rsidRPr="00CF45A0" w:rsidRDefault="00C00393" w:rsidP="00C00393">
            <w:pPr>
              <w:pStyle w:val="BodyText2"/>
            </w:pPr>
            <w:r w:rsidRPr="001B2F65">
              <w:rPr>
                <w:b/>
              </w:rPr>
              <w:t>(For teacher</w:t>
            </w:r>
            <w:r w:rsidR="00F04525">
              <w:rPr>
                <w:b/>
              </w:rPr>
              <w:t>’s</w:t>
            </w:r>
            <w:r w:rsidRPr="001B2F65">
              <w:rPr>
                <w:b/>
              </w:rPr>
              <w:t xml:space="preserve"> use only)</w:t>
            </w:r>
          </w:p>
        </w:tc>
      </w:tr>
      <w:tr w:rsidR="00CD30D5" w:rsidRPr="00CF45A0" w:rsidTr="00B55E9E">
        <w:trPr>
          <w:trHeight w:val="432"/>
        </w:trPr>
        <w:tc>
          <w:tcPr>
            <w:tcW w:w="9254" w:type="dxa"/>
            <w:tcBorders>
              <w:top w:val="nil"/>
            </w:tcBorders>
            <w:shd w:val="clear" w:color="auto" w:fill="C8D7DA"/>
            <w:vAlign w:val="bottom"/>
          </w:tcPr>
          <w:p w:rsidR="00CD30D5" w:rsidRPr="001F7714" w:rsidRDefault="00CD30D5" w:rsidP="001B2F65">
            <w:pPr>
              <w:pStyle w:val="BodyText2"/>
            </w:pPr>
          </w:p>
        </w:tc>
      </w:tr>
      <w:tr w:rsidR="00CD30D5" w:rsidRPr="00CF45A0" w:rsidTr="00B55E9E">
        <w:trPr>
          <w:trHeight w:val="360"/>
        </w:trPr>
        <w:tc>
          <w:tcPr>
            <w:tcW w:w="9254" w:type="dxa"/>
            <w:shd w:val="clear" w:color="auto" w:fill="C8D7DA"/>
          </w:tcPr>
          <w:p w:rsidR="00CD30D5" w:rsidRPr="00CF45A0" w:rsidRDefault="00CD30D5" w:rsidP="008C6B43">
            <w:pPr>
              <w:pStyle w:val="Text"/>
              <w:rPr>
                <w:rFonts w:ascii="Arial" w:hAnsi="Arial" w:cs="Arial"/>
              </w:rPr>
            </w:pPr>
          </w:p>
        </w:tc>
      </w:tr>
      <w:tr w:rsidR="00CD30D5" w:rsidRPr="00CF45A0" w:rsidTr="00B55E9E">
        <w:trPr>
          <w:trHeight w:val="360"/>
        </w:trPr>
        <w:tc>
          <w:tcPr>
            <w:tcW w:w="9254" w:type="dxa"/>
            <w:shd w:val="clear" w:color="auto" w:fill="C8D7DA"/>
          </w:tcPr>
          <w:p w:rsidR="00CD30D5" w:rsidRPr="00CF45A0" w:rsidRDefault="00CD30D5" w:rsidP="008C6B43">
            <w:pPr>
              <w:pStyle w:val="Text"/>
              <w:rPr>
                <w:rFonts w:ascii="Arial" w:hAnsi="Arial" w:cs="Arial"/>
              </w:rPr>
            </w:pPr>
          </w:p>
        </w:tc>
      </w:tr>
    </w:tbl>
    <w:p w:rsidR="009B0F61" w:rsidRDefault="009B0F61">
      <w:pPr>
        <w:rPr>
          <w:rFonts w:ascii="Arial" w:hAnsi="Arial" w:cs="Arial"/>
          <w:sz w:val="20"/>
        </w:rPr>
      </w:pPr>
    </w:p>
    <w:p w:rsidR="00137E4A" w:rsidRDefault="00137E4A">
      <w:pPr>
        <w:rPr>
          <w:rFonts w:ascii="Arial" w:hAnsi="Arial" w:cs="Arial"/>
          <w:sz w:val="20"/>
        </w:rPr>
      </w:pPr>
    </w:p>
    <w:sectPr w:rsidR="00137E4A" w:rsidSect="009E79FE"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42B" w:rsidRDefault="0034542B">
      <w:r>
        <w:separator/>
      </w:r>
    </w:p>
  </w:endnote>
  <w:endnote w:type="continuationSeparator" w:id="0">
    <w:p w:rsidR="0034542B" w:rsidRDefault="00345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94A" w:rsidRPr="009E79FE" w:rsidRDefault="00CB27B1" w:rsidP="009E79FE">
    <w:pPr>
      <w:pStyle w:val="Footer"/>
      <w:tabs>
        <w:tab w:val="clear" w:pos="4320"/>
        <w:tab w:val="clear" w:pos="8640"/>
        <w:tab w:val="center" w:pos="4680"/>
        <w:tab w:val="right" w:pos="900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Bio 307</w:t>
    </w:r>
    <w:r w:rsidRPr="009E79FE">
      <w:rPr>
        <w:rFonts w:ascii="Arial" w:hAnsi="Arial" w:cs="Arial"/>
        <w:b/>
        <w:sz w:val="18"/>
        <w:szCs w:val="18"/>
      </w:rPr>
      <w:t>:</w:t>
    </w:r>
    <w:r w:rsidRPr="009E79FE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The Biosphere</w:t>
    </w:r>
    <w:r w:rsidR="0012294A" w:rsidRPr="009E79FE">
      <w:rPr>
        <w:rFonts w:ascii="Arial" w:hAnsi="Arial" w:cs="Arial"/>
        <w:sz w:val="18"/>
        <w:szCs w:val="18"/>
      </w:rPr>
      <w:tab/>
    </w:r>
    <w:r w:rsidR="0012294A" w:rsidRPr="009E79FE">
      <w:rPr>
        <w:rStyle w:val="PageNumber"/>
        <w:rFonts w:ascii="Arial" w:hAnsi="Arial" w:cs="Arial"/>
        <w:sz w:val="18"/>
        <w:szCs w:val="18"/>
      </w:rPr>
      <w:t xml:space="preserve">Page </w:t>
    </w:r>
    <w:r w:rsidR="00EE5093" w:rsidRPr="009E79FE">
      <w:rPr>
        <w:rStyle w:val="PageNumber"/>
        <w:rFonts w:ascii="Arial" w:hAnsi="Arial" w:cs="Arial"/>
        <w:sz w:val="18"/>
        <w:szCs w:val="18"/>
      </w:rPr>
      <w:fldChar w:fldCharType="begin"/>
    </w:r>
    <w:r w:rsidR="0012294A" w:rsidRPr="009E79FE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EE5093" w:rsidRPr="009E79FE">
      <w:rPr>
        <w:rStyle w:val="PageNumber"/>
        <w:rFonts w:ascii="Arial" w:hAnsi="Arial" w:cs="Arial"/>
        <w:sz w:val="18"/>
        <w:szCs w:val="18"/>
      </w:rPr>
      <w:fldChar w:fldCharType="separate"/>
    </w:r>
    <w:r w:rsidR="00FA3693">
      <w:rPr>
        <w:rStyle w:val="PageNumber"/>
        <w:rFonts w:ascii="Arial" w:hAnsi="Arial" w:cs="Arial"/>
        <w:noProof/>
        <w:sz w:val="18"/>
        <w:szCs w:val="18"/>
      </w:rPr>
      <w:t>5</w:t>
    </w:r>
    <w:r w:rsidR="00EE5093" w:rsidRPr="009E79FE">
      <w:rPr>
        <w:rStyle w:val="PageNumber"/>
        <w:rFonts w:ascii="Arial" w:hAnsi="Arial" w:cs="Arial"/>
        <w:sz w:val="18"/>
        <w:szCs w:val="18"/>
      </w:rPr>
      <w:fldChar w:fldCharType="end"/>
    </w:r>
    <w:r w:rsidR="0012294A" w:rsidRPr="009E79FE">
      <w:rPr>
        <w:rFonts w:ascii="Arial" w:hAnsi="Arial" w:cs="Arial"/>
        <w:sz w:val="18"/>
        <w:szCs w:val="18"/>
      </w:rPr>
      <w:tab/>
    </w:r>
    <w:r w:rsidR="00EE5093" w:rsidRPr="009E79FE">
      <w:rPr>
        <w:rFonts w:ascii="Arial" w:hAnsi="Arial" w:cs="Arial"/>
        <w:sz w:val="18"/>
        <w:szCs w:val="18"/>
      </w:rPr>
      <w:fldChar w:fldCharType="begin"/>
    </w:r>
    <w:r w:rsidR="0012294A" w:rsidRPr="009E79FE">
      <w:rPr>
        <w:rFonts w:ascii="Arial" w:hAnsi="Arial" w:cs="Arial"/>
        <w:sz w:val="18"/>
        <w:szCs w:val="18"/>
      </w:rPr>
      <w:instrText xml:space="preserve"> TIME \@ "M/d/yy" </w:instrText>
    </w:r>
    <w:r w:rsidR="00EE5093" w:rsidRPr="009E79FE">
      <w:rPr>
        <w:rFonts w:ascii="Arial" w:hAnsi="Arial" w:cs="Arial"/>
        <w:sz w:val="18"/>
        <w:szCs w:val="18"/>
      </w:rPr>
      <w:fldChar w:fldCharType="separate"/>
    </w:r>
    <w:r w:rsidR="00FA3693">
      <w:rPr>
        <w:rFonts w:ascii="Arial" w:hAnsi="Arial" w:cs="Arial"/>
        <w:noProof/>
        <w:sz w:val="18"/>
        <w:szCs w:val="18"/>
      </w:rPr>
      <w:t>3/16/11</w:t>
    </w:r>
    <w:r w:rsidR="00EE5093" w:rsidRPr="009E79F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94A" w:rsidRPr="009E79FE" w:rsidRDefault="00F36F5D" w:rsidP="007B74E9">
    <w:pPr>
      <w:pStyle w:val="Footer"/>
      <w:tabs>
        <w:tab w:val="clear" w:pos="4320"/>
        <w:tab w:val="clear" w:pos="8640"/>
        <w:tab w:val="center" w:pos="4680"/>
        <w:tab w:val="right" w:pos="900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Bio 307</w:t>
    </w:r>
    <w:r w:rsidR="0012294A" w:rsidRPr="009E79FE">
      <w:rPr>
        <w:rFonts w:ascii="Arial" w:hAnsi="Arial" w:cs="Arial"/>
        <w:b/>
        <w:sz w:val="18"/>
        <w:szCs w:val="18"/>
      </w:rPr>
      <w:t>:</w:t>
    </w:r>
    <w:r w:rsidR="0012294A" w:rsidRPr="009E79FE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The Biosphere</w:t>
    </w:r>
    <w:r w:rsidR="0012294A" w:rsidRPr="009E79FE">
      <w:rPr>
        <w:rFonts w:ascii="Arial" w:hAnsi="Arial" w:cs="Arial"/>
        <w:sz w:val="18"/>
        <w:szCs w:val="18"/>
      </w:rPr>
      <w:tab/>
    </w:r>
    <w:r w:rsidR="0012294A" w:rsidRPr="009E79FE">
      <w:rPr>
        <w:rStyle w:val="PageNumber"/>
        <w:rFonts w:ascii="Arial" w:hAnsi="Arial" w:cs="Arial"/>
        <w:sz w:val="18"/>
        <w:szCs w:val="18"/>
      </w:rPr>
      <w:t xml:space="preserve">Page </w:t>
    </w:r>
    <w:r w:rsidR="00EE5093" w:rsidRPr="009E79FE">
      <w:rPr>
        <w:rStyle w:val="PageNumber"/>
        <w:rFonts w:ascii="Arial" w:hAnsi="Arial" w:cs="Arial"/>
        <w:sz w:val="18"/>
        <w:szCs w:val="18"/>
      </w:rPr>
      <w:fldChar w:fldCharType="begin"/>
    </w:r>
    <w:r w:rsidR="0012294A" w:rsidRPr="009E79FE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EE5093" w:rsidRPr="009E79FE">
      <w:rPr>
        <w:rStyle w:val="PageNumber"/>
        <w:rFonts w:ascii="Arial" w:hAnsi="Arial" w:cs="Arial"/>
        <w:sz w:val="18"/>
        <w:szCs w:val="18"/>
      </w:rPr>
      <w:fldChar w:fldCharType="separate"/>
    </w:r>
    <w:r w:rsidR="00FA3693">
      <w:rPr>
        <w:rStyle w:val="PageNumber"/>
        <w:rFonts w:ascii="Arial" w:hAnsi="Arial" w:cs="Arial"/>
        <w:noProof/>
        <w:sz w:val="18"/>
        <w:szCs w:val="18"/>
      </w:rPr>
      <w:t>1</w:t>
    </w:r>
    <w:r w:rsidR="00EE5093" w:rsidRPr="009E79FE">
      <w:rPr>
        <w:rStyle w:val="PageNumber"/>
        <w:rFonts w:ascii="Arial" w:hAnsi="Arial" w:cs="Arial"/>
        <w:sz w:val="18"/>
        <w:szCs w:val="18"/>
      </w:rPr>
      <w:fldChar w:fldCharType="end"/>
    </w:r>
    <w:r w:rsidR="0012294A" w:rsidRPr="009E79FE">
      <w:rPr>
        <w:rFonts w:ascii="Arial" w:hAnsi="Arial" w:cs="Arial"/>
        <w:sz w:val="18"/>
        <w:szCs w:val="18"/>
      </w:rPr>
      <w:tab/>
    </w:r>
    <w:r w:rsidR="00EE5093" w:rsidRPr="009E79FE">
      <w:rPr>
        <w:rFonts w:ascii="Arial" w:hAnsi="Arial" w:cs="Arial"/>
        <w:sz w:val="18"/>
        <w:szCs w:val="18"/>
      </w:rPr>
      <w:fldChar w:fldCharType="begin"/>
    </w:r>
    <w:r w:rsidR="0012294A" w:rsidRPr="009E79FE">
      <w:rPr>
        <w:rFonts w:ascii="Arial" w:hAnsi="Arial" w:cs="Arial"/>
        <w:sz w:val="18"/>
        <w:szCs w:val="18"/>
      </w:rPr>
      <w:instrText xml:space="preserve"> TIME \@ "M/d/yy" </w:instrText>
    </w:r>
    <w:r w:rsidR="00EE5093" w:rsidRPr="009E79FE">
      <w:rPr>
        <w:rFonts w:ascii="Arial" w:hAnsi="Arial" w:cs="Arial"/>
        <w:sz w:val="18"/>
        <w:szCs w:val="18"/>
      </w:rPr>
      <w:fldChar w:fldCharType="separate"/>
    </w:r>
    <w:r w:rsidR="00FA3693">
      <w:rPr>
        <w:rFonts w:ascii="Arial" w:hAnsi="Arial" w:cs="Arial"/>
        <w:noProof/>
        <w:sz w:val="18"/>
        <w:szCs w:val="18"/>
      </w:rPr>
      <w:t>3/16/11</w:t>
    </w:r>
    <w:r w:rsidR="00EE5093" w:rsidRPr="009E79F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42B" w:rsidRDefault="0034542B">
      <w:r>
        <w:separator/>
      </w:r>
    </w:p>
  </w:footnote>
  <w:footnote w:type="continuationSeparator" w:id="0">
    <w:p w:rsidR="0034542B" w:rsidRDefault="003454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2419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1D8A7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74E54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626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901A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5639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0CABA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364F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62F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705D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03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4"/>
    <w:multiLevelType w:val="multilevel"/>
    <w:tmpl w:val="413CF1B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5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06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00000007"/>
    <w:multiLevelType w:val="singleLevel"/>
    <w:tmpl w:val="65A043CC"/>
    <w:lvl w:ilvl="0">
      <w:start w:val="1"/>
      <w:numFmt w:val="upperLetter"/>
      <w:pStyle w:val="ListNumber2"/>
      <w:lvlText w:val="%1."/>
      <w:lvlJc w:val="left"/>
      <w:pPr>
        <w:tabs>
          <w:tab w:val="num" w:pos="720"/>
        </w:tabs>
        <w:ind w:left="648" w:hanging="288"/>
      </w:pPr>
      <w:rPr>
        <w:rFonts w:hint="default"/>
      </w:rPr>
    </w:lvl>
  </w:abstractNum>
  <w:abstractNum w:abstractNumId="17">
    <w:nsid w:val="00000008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0FFA0ABE"/>
    <w:multiLevelType w:val="hybridMultilevel"/>
    <w:tmpl w:val="FDD216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3862BF"/>
    <w:multiLevelType w:val="hybridMultilevel"/>
    <w:tmpl w:val="A1C46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584EE8"/>
    <w:multiLevelType w:val="hybridMultilevel"/>
    <w:tmpl w:val="6ED2D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C62386"/>
    <w:multiLevelType w:val="hybridMultilevel"/>
    <w:tmpl w:val="5FBAE714"/>
    <w:lvl w:ilvl="0" w:tplc="8620FB44">
      <w:start w:val="1"/>
      <w:numFmt w:val="decimal"/>
      <w:pStyle w:val="ListNumber3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D0D380F"/>
    <w:multiLevelType w:val="hybridMultilevel"/>
    <w:tmpl w:val="FE0CD3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BE44DB"/>
    <w:multiLevelType w:val="hybridMultilevel"/>
    <w:tmpl w:val="5B4624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1261A4"/>
    <w:multiLevelType w:val="hybridMultilevel"/>
    <w:tmpl w:val="7B4EDC86"/>
    <w:lvl w:ilvl="0" w:tplc="C04A7A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23F52021"/>
    <w:multiLevelType w:val="hybridMultilevel"/>
    <w:tmpl w:val="25661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1F06C7"/>
    <w:multiLevelType w:val="hybridMultilevel"/>
    <w:tmpl w:val="C6482BA0"/>
    <w:lvl w:ilvl="0" w:tplc="14CE86E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7">
    <w:nsid w:val="36A81A06"/>
    <w:multiLevelType w:val="hybridMultilevel"/>
    <w:tmpl w:val="6A9C5FD2"/>
    <w:lvl w:ilvl="0" w:tplc="3AE82840">
      <w:start w:val="1"/>
      <w:numFmt w:val="decimal"/>
      <w:pStyle w:val="ListNumber4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F7E7D89"/>
    <w:multiLevelType w:val="hybridMultilevel"/>
    <w:tmpl w:val="7B4EDC86"/>
    <w:lvl w:ilvl="0" w:tplc="C04A7A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5D04260D"/>
    <w:multiLevelType w:val="hybridMultilevel"/>
    <w:tmpl w:val="3A10C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253E0"/>
    <w:multiLevelType w:val="hybridMultilevel"/>
    <w:tmpl w:val="CE5A09BE"/>
    <w:lvl w:ilvl="0" w:tplc="C0E49A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313F2"/>
    <w:multiLevelType w:val="hybridMultilevel"/>
    <w:tmpl w:val="333049CE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145372"/>
    <w:multiLevelType w:val="hybridMultilevel"/>
    <w:tmpl w:val="DFD44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5369F"/>
    <w:multiLevelType w:val="hybridMultilevel"/>
    <w:tmpl w:val="088AE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9"/>
  </w:num>
  <w:num w:numId="3">
    <w:abstractNumId w:val="10"/>
  </w:num>
  <w:num w:numId="4">
    <w:abstractNumId w:val="11"/>
  </w:num>
  <w:num w:numId="5">
    <w:abstractNumId w:val="13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13"/>
  </w:num>
  <w:num w:numId="11">
    <w:abstractNumId w:val="33"/>
  </w:num>
  <w:num w:numId="12">
    <w:abstractNumId w:val="27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6"/>
  </w:num>
  <w:num w:numId="24">
    <w:abstractNumId w:val="16"/>
    <w:lvlOverride w:ilvl="0">
      <w:startOverride w:val="1"/>
    </w:lvlOverride>
  </w:num>
  <w:num w:numId="25">
    <w:abstractNumId w:val="27"/>
  </w:num>
  <w:num w:numId="26">
    <w:abstractNumId w:val="27"/>
  </w:num>
  <w:num w:numId="27">
    <w:abstractNumId w:val="27"/>
  </w:num>
  <w:num w:numId="28">
    <w:abstractNumId w:val="27"/>
  </w:num>
  <w:num w:numId="29">
    <w:abstractNumId w:val="18"/>
  </w:num>
  <w:num w:numId="30">
    <w:abstractNumId w:val="22"/>
  </w:num>
  <w:num w:numId="31">
    <w:abstractNumId w:val="23"/>
  </w:num>
  <w:num w:numId="32">
    <w:abstractNumId w:val="31"/>
  </w:num>
  <w:num w:numId="33">
    <w:abstractNumId w:val="25"/>
  </w:num>
  <w:num w:numId="34">
    <w:abstractNumId w:val="20"/>
  </w:num>
  <w:num w:numId="35">
    <w:abstractNumId w:val="19"/>
  </w:num>
  <w:num w:numId="36">
    <w:abstractNumId w:val="29"/>
  </w:num>
  <w:num w:numId="37">
    <w:abstractNumId w:val="30"/>
  </w:num>
  <w:num w:numId="38">
    <w:abstractNumId w:val="32"/>
  </w:num>
  <w:num w:numId="39">
    <w:abstractNumId w:val="26"/>
  </w:num>
  <w:num w:numId="40">
    <w:abstractNumId w:val="24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3FD"/>
    <w:rsid w:val="00057B2D"/>
    <w:rsid w:val="0007110E"/>
    <w:rsid w:val="000919FE"/>
    <w:rsid w:val="000B23BA"/>
    <w:rsid w:val="00113D11"/>
    <w:rsid w:val="001222B6"/>
    <w:rsid w:val="0012294A"/>
    <w:rsid w:val="00132CAA"/>
    <w:rsid w:val="00135F00"/>
    <w:rsid w:val="00137E4A"/>
    <w:rsid w:val="00190FC0"/>
    <w:rsid w:val="001A53CF"/>
    <w:rsid w:val="001B2F65"/>
    <w:rsid w:val="001C0959"/>
    <w:rsid w:val="001F5E0D"/>
    <w:rsid w:val="001F7714"/>
    <w:rsid w:val="0020655B"/>
    <w:rsid w:val="0021499C"/>
    <w:rsid w:val="00214F46"/>
    <w:rsid w:val="00222C32"/>
    <w:rsid w:val="00250809"/>
    <w:rsid w:val="00250C5E"/>
    <w:rsid w:val="00254923"/>
    <w:rsid w:val="00256195"/>
    <w:rsid w:val="0026518B"/>
    <w:rsid w:val="002949D5"/>
    <w:rsid w:val="002A084F"/>
    <w:rsid w:val="002A4CD6"/>
    <w:rsid w:val="002D463A"/>
    <w:rsid w:val="002D4FD0"/>
    <w:rsid w:val="002E500F"/>
    <w:rsid w:val="002F5A30"/>
    <w:rsid w:val="002F7B04"/>
    <w:rsid w:val="003013FE"/>
    <w:rsid w:val="003354E0"/>
    <w:rsid w:val="0034542B"/>
    <w:rsid w:val="00374130"/>
    <w:rsid w:val="003B080C"/>
    <w:rsid w:val="003B5DC3"/>
    <w:rsid w:val="003D5907"/>
    <w:rsid w:val="00443EF7"/>
    <w:rsid w:val="00452BD2"/>
    <w:rsid w:val="00496651"/>
    <w:rsid w:val="004D43FD"/>
    <w:rsid w:val="00513477"/>
    <w:rsid w:val="00526BCC"/>
    <w:rsid w:val="00557705"/>
    <w:rsid w:val="00586A21"/>
    <w:rsid w:val="005C6313"/>
    <w:rsid w:val="005D3F38"/>
    <w:rsid w:val="006A7596"/>
    <w:rsid w:val="006B18B5"/>
    <w:rsid w:val="006E5556"/>
    <w:rsid w:val="00764EA0"/>
    <w:rsid w:val="00772A25"/>
    <w:rsid w:val="00790060"/>
    <w:rsid w:val="007A7372"/>
    <w:rsid w:val="007B005B"/>
    <w:rsid w:val="007B74E9"/>
    <w:rsid w:val="007D6982"/>
    <w:rsid w:val="007F3355"/>
    <w:rsid w:val="0080007A"/>
    <w:rsid w:val="00810D6D"/>
    <w:rsid w:val="00840992"/>
    <w:rsid w:val="00896B48"/>
    <w:rsid w:val="008B3967"/>
    <w:rsid w:val="008C6B43"/>
    <w:rsid w:val="0097440C"/>
    <w:rsid w:val="00991CE8"/>
    <w:rsid w:val="009B0F61"/>
    <w:rsid w:val="009E79FE"/>
    <w:rsid w:val="00A036A5"/>
    <w:rsid w:val="00A14476"/>
    <w:rsid w:val="00A20236"/>
    <w:rsid w:val="00A547B3"/>
    <w:rsid w:val="00AC1D67"/>
    <w:rsid w:val="00AD5D29"/>
    <w:rsid w:val="00B12ACB"/>
    <w:rsid w:val="00B209BA"/>
    <w:rsid w:val="00B228BD"/>
    <w:rsid w:val="00B23B72"/>
    <w:rsid w:val="00B45EE3"/>
    <w:rsid w:val="00B55E9E"/>
    <w:rsid w:val="00B8343B"/>
    <w:rsid w:val="00B86766"/>
    <w:rsid w:val="00BF184A"/>
    <w:rsid w:val="00C00393"/>
    <w:rsid w:val="00C23D7E"/>
    <w:rsid w:val="00C314F4"/>
    <w:rsid w:val="00C40480"/>
    <w:rsid w:val="00C66B39"/>
    <w:rsid w:val="00C67A30"/>
    <w:rsid w:val="00C81755"/>
    <w:rsid w:val="00CA23D6"/>
    <w:rsid w:val="00CA76D9"/>
    <w:rsid w:val="00CB27B1"/>
    <w:rsid w:val="00CB5EC2"/>
    <w:rsid w:val="00CC0343"/>
    <w:rsid w:val="00CD30D5"/>
    <w:rsid w:val="00CF45A0"/>
    <w:rsid w:val="00D36463"/>
    <w:rsid w:val="00D46D1E"/>
    <w:rsid w:val="00D66129"/>
    <w:rsid w:val="00D66231"/>
    <w:rsid w:val="00D70556"/>
    <w:rsid w:val="00DB6116"/>
    <w:rsid w:val="00DE0698"/>
    <w:rsid w:val="00DF312F"/>
    <w:rsid w:val="00E3438B"/>
    <w:rsid w:val="00E95A54"/>
    <w:rsid w:val="00EB0A2E"/>
    <w:rsid w:val="00EE5093"/>
    <w:rsid w:val="00F04525"/>
    <w:rsid w:val="00F27029"/>
    <w:rsid w:val="00F345D5"/>
    <w:rsid w:val="00F346D3"/>
    <w:rsid w:val="00F36F5D"/>
    <w:rsid w:val="00F605B8"/>
    <w:rsid w:val="00FA31DC"/>
    <w:rsid w:val="00FA3693"/>
    <w:rsid w:val="00FA399C"/>
    <w:rsid w:val="00FD7E38"/>
    <w:rsid w:val="00FF7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5093"/>
    <w:rPr>
      <w:rFonts w:ascii="Times New Roman" w:hAnsi="Times New Roman"/>
      <w:sz w:val="24"/>
    </w:rPr>
  </w:style>
  <w:style w:type="paragraph" w:styleId="Heading1">
    <w:name w:val="heading 1"/>
    <w:basedOn w:val="Heading2"/>
    <w:next w:val="Normal"/>
    <w:qFormat/>
    <w:rsid w:val="00EE5093"/>
    <w:pPr>
      <w:outlineLvl w:val="0"/>
    </w:pPr>
    <w:rPr>
      <w:i/>
      <w:u w:val="single"/>
    </w:rPr>
  </w:style>
  <w:style w:type="paragraph" w:styleId="Heading2">
    <w:name w:val="heading 2"/>
    <w:basedOn w:val="Normal"/>
    <w:next w:val="Normal"/>
    <w:qFormat/>
    <w:rsid w:val="00EE5093"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CA76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70556"/>
    <w:pPr>
      <w:spacing w:after="240"/>
    </w:pPr>
    <w:rPr>
      <w:rFonts w:ascii="Arial" w:hAnsi="Arial" w:cs="Arial"/>
      <w:sz w:val="20"/>
    </w:rPr>
  </w:style>
  <w:style w:type="paragraph" w:customStyle="1" w:styleId="Bullets">
    <w:name w:val="Bullets"/>
    <w:basedOn w:val="ListBullet"/>
    <w:rsid w:val="00EE5093"/>
    <w:pPr>
      <w:numPr>
        <w:numId w:val="0"/>
      </w:numPr>
    </w:pPr>
  </w:style>
  <w:style w:type="paragraph" w:styleId="ListBullet">
    <w:name w:val="List Bullet"/>
    <w:basedOn w:val="Normal"/>
    <w:autoRedefine/>
    <w:rsid w:val="00EE5093"/>
    <w:pPr>
      <w:numPr>
        <w:numId w:val="2"/>
      </w:numPr>
    </w:pPr>
  </w:style>
  <w:style w:type="paragraph" w:styleId="Header">
    <w:name w:val="header"/>
    <w:basedOn w:val="Normal"/>
    <w:rsid w:val="00EE50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509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E5093"/>
  </w:style>
  <w:style w:type="paragraph" w:customStyle="1" w:styleId="Text">
    <w:name w:val="Text"/>
    <w:aliases w:val="t"/>
    <w:link w:val="TextChar"/>
    <w:rsid w:val="00CD30D5"/>
    <w:pPr>
      <w:spacing w:before="60" w:after="60" w:line="260" w:lineRule="exact"/>
    </w:pPr>
    <w:rPr>
      <w:rFonts w:ascii="Verdana" w:eastAsia="Times New Roman" w:hAnsi="Verdana"/>
      <w:color w:val="000000"/>
    </w:rPr>
  </w:style>
  <w:style w:type="character" w:customStyle="1" w:styleId="TextChar">
    <w:name w:val="Text Char"/>
    <w:aliases w:val="t Char"/>
    <w:basedOn w:val="DefaultParagraphFont"/>
    <w:link w:val="Text"/>
    <w:rsid w:val="00CD30D5"/>
    <w:rPr>
      <w:rFonts w:ascii="Verdana" w:hAnsi="Verdana"/>
      <w:color w:val="000000"/>
      <w:lang w:val="en-US" w:eastAsia="en-US" w:bidi="ar-SA"/>
    </w:rPr>
  </w:style>
  <w:style w:type="paragraph" w:customStyle="1" w:styleId="Heading3rdlevel">
    <w:name w:val="Heading (3rd level)"/>
    <w:basedOn w:val="Heading3"/>
    <w:link w:val="Heading3rdlevelChar"/>
    <w:rsid w:val="00CA76D9"/>
    <w:pPr>
      <w:spacing w:before="180" w:line="240" w:lineRule="exact"/>
    </w:pPr>
    <w:rPr>
      <w:rFonts w:ascii="Verdana" w:eastAsia="Times New Roman" w:hAnsi="Verdana" w:cs="Times New Roman"/>
      <w:bCs w:val="0"/>
      <w:color w:val="000000"/>
      <w:kern w:val="24"/>
      <w:sz w:val="20"/>
      <w:szCs w:val="20"/>
    </w:rPr>
  </w:style>
  <w:style w:type="character" w:customStyle="1" w:styleId="Heading3rdlevelChar">
    <w:name w:val="Heading (3rd level) Char"/>
    <w:basedOn w:val="DefaultParagraphFont"/>
    <w:link w:val="Heading3rdlevel"/>
    <w:rsid w:val="00CA76D9"/>
    <w:rPr>
      <w:rFonts w:ascii="Verdana" w:hAnsi="Verdana"/>
      <w:b/>
      <w:color w:val="000000"/>
      <w:kern w:val="24"/>
      <w:lang w:val="en-US" w:eastAsia="en-US" w:bidi="ar-SA"/>
    </w:rPr>
  </w:style>
  <w:style w:type="table" w:styleId="TableGrid">
    <w:name w:val="Table Grid"/>
    <w:basedOn w:val="TableNormal"/>
    <w:rsid w:val="00C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me">
    <w:name w:val="Name:"/>
    <w:basedOn w:val="Normal"/>
    <w:rsid w:val="00AC1D67"/>
    <w:rPr>
      <w:rFonts w:ascii="Arial" w:hAnsi="Arial" w:cs="Arial"/>
      <w:b/>
      <w:sz w:val="22"/>
      <w:szCs w:val="22"/>
    </w:rPr>
  </w:style>
  <w:style w:type="paragraph" w:customStyle="1" w:styleId="Classperiod">
    <w:name w:val="Class period:"/>
    <w:basedOn w:val="Name"/>
    <w:rsid w:val="00D70556"/>
  </w:style>
  <w:style w:type="paragraph" w:customStyle="1" w:styleId="Unitname">
    <w:name w:val="Unit name"/>
    <w:basedOn w:val="Normal"/>
    <w:rsid w:val="00D70556"/>
    <w:rPr>
      <w:rFonts w:ascii="Arial" w:hAnsi="Arial" w:cs="Arial"/>
      <w:b/>
      <w:sz w:val="22"/>
      <w:szCs w:val="22"/>
    </w:rPr>
  </w:style>
  <w:style w:type="paragraph" w:customStyle="1" w:styleId="Yourscore">
    <w:name w:val="Your score"/>
    <w:basedOn w:val="Normal"/>
    <w:rsid w:val="00D70556"/>
    <w:rPr>
      <w:rFonts w:ascii="Arial" w:hAnsi="Arial" w:cs="Arial"/>
      <w:sz w:val="20"/>
    </w:rPr>
  </w:style>
  <w:style w:type="paragraph" w:styleId="ListNumber">
    <w:name w:val="List Number"/>
    <w:basedOn w:val="Normal"/>
    <w:rsid w:val="00D70556"/>
    <w:pPr>
      <w:numPr>
        <w:numId w:val="6"/>
      </w:numPr>
      <w:spacing w:after="240"/>
    </w:pPr>
    <w:rPr>
      <w:rFonts w:ascii="Arial" w:hAnsi="Arial" w:cs="Arial"/>
      <w:sz w:val="20"/>
    </w:rPr>
  </w:style>
  <w:style w:type="paragraph" w:styleId="ListNumber2">
    <w:name w:val="List Number 2"/>
    <w:basedOn w:val="Normal"/>
    <w:rsid w:val="001B2F65"/>
    <w:pPr>
      <w:numPr>
        <w:numId w:val="23"/>
      </w:numPr>
    </w:pPr>
    <w:rPr>
      <w:rFonts w:ascii="Arial" w:hAnsi="Arial" w:cs="Arial"/>
      <w:sz w:val="20"/>
    </w:rPr>
  </w:style>
  <w:style w:type="paragraph" w:styleId="ListNumber3">
    <w:name w:val="List Number 3"/>
    <w:basedOn w:val="Normal"/>
    <w:rsid w:val="00D70556"/>
    <w:pPr>
      <w:numPr>
        <w:numId w:val="13"/>
      </w:numPr>
    </w:pPr>
    <w:rPr>
      <w:rFonts w:ascii="Arial" w:hAnsi="Arial" w:cs="Arial"/>
      <w:sz w:val="20"/>
    </w:rPr>
  </w:style>
  <w:style w:type="paragraph" w:styleId="ListNumber4">
    <w:name w:val="List Number 4"/>
    <w:basedOn w:val="Text"/>
    <w:rsid w:val="001B2F65"/>
    <w:pPr>
      <w:numPr>
        <w:numId w:val="12"/>
      </w:numPr>
    </w:pPr>
    <w:rPr>
      <w:rFonts w:ascii="Arial" w:hAnsi="Arial" w:cs="Arial"/>
    </w:rPr>
  </w:style>
  <w:style w:type="paragraph" w:styleId="BodyText2">
    <w:name w:val="Body Text 2"/>
    <w:basedOn w:val="BodyText"/>
    <w:rsid w:val="001B2F65"/>
    <w:pPr>
      <w:spacing w:after="60"/>
    </w:pPr>
  </w:style>
  <w:style w:type="character" w:customStyle="1" w:styleId="BodyTextChar">
    <w:name w:val="Body Text Char"/>
    <w:basedOn w:val="DefaultParagraphFont"/>
    <w:link w:val="BodyText"/>
    <w:rsid w:val="006E5556"/>
    <w:rPr>
      <w:rFonts w:ascii="Arial" w:eastAsia="Times" w:hAnsi="Arial" w:cs="Arial"/>
      <w:lang w:val="en-US" w:eastAsia="en-US" w:bidi="ar-SA"/>
    </w:rPr>
  </w:style>
  <w:style w:type="paragraph" w:styleId="BalloonText">
    <w:name w:val="Balloon Text"/>
    <w:basedOn w:val="Normal"/>
    <w:semiHidden/>
    <w:rsid w:val="001F77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F7714"/>
    <w:rPr>
      <w:sz w:val="16"/>
      <w:szCs w:val="16"/>
    </w:rPr>
  </w:style>
  <w:style w:type="paragraph" w:styleId="CommentText">
    <w:name w:val="annotation text"/>
    <w:basedOn w:val="Normal"/>
    <w:semiHidden/>
    <w:rsid w:val="001F7714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7714"/>
    <w:rPr>
      <w:b/>
      <w:bCs/>
    </w:rPr>
  </w:style>
  <w:style w:type="paragraph" w:styleId="ListParagraph">
    <w:name w:val="List Paragraph"/>
    <w:basedOn w:val="Normal"/>
    <w:uiPriority w:val="34"/>
    <w:qFormat/>
    <w:rsid w:val="00C40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paragraph" w:styleId="Heading1">
    <w:name w:val="heading 1"/>
    <w:basedOn w:val="Heading2"/>
    <w:next w:val="Normal"/>
    <w:qFormat/>
    <w:pPr>
      <w:outlineLvl w:val="0"/>
    </w:pPr>
    <w:rPr>
      <w:i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CA76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70556"/>
    <w:pPr>
      <w:spacing w:after="240"/>
    </w:pPr>
    <w:rPr>
      <w:rFonts w:ascii="Arial" w:hAnsi="Arial" w:cs="Arial"/>
      <w:sz w:val="20"/>
    </w:rPr>
  </w:style>
  <w:style w:type="paragraph" w:customStyle="1" w:styleId="Bullets">
    <w:name w:val="Bullets"/>
    <w:basedOn w:val="ListBullet"/>
    <w:pPr>
      <w:numPr>
        <w:numId w:val="0"/>
      </w:numPr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Text">
    <w:name w:val="Text"/>
    <w:aliases w:val="t"/>
    <w:link w:val="TextChar"/>
    <w:rsid w:val="00CD30D5"/>
    <w:pPr>
      <w:spacing w:before="60" w:after="60" w:line="260" w:lineRule="exact"/>
    </w:pPr>
    <w:rPr>
      <w:rFonts w:ascii="Verdana" w:eastAsia="Times New Roman" w:hAnsi="Verdana"/>
      <w:color w:val="000000"/>
    </w:rPr>
  </w:style>
  <w:style w:type="character" w:customStyle="1" w:styleId="TextChar">
    <w:name w:val="Text Char"/>
    <w:aliases w:val="t Char"/>
    <w:basedOn w:val="DefaultParagraphFont"/>
    <w:link w:val="Text"/>
    <w:rsid w:val="00CD30D5"/>
    <w:rPr>
      <w:rFonts w:ascii="Verdana" w:hAnsi="Verdana"/>
      <w:color w:val="000000"/>
      <w:lang w:val="en-US" w:eastAsia="en-US" w:bidi="ar-SA"/>
    </w:rPr>
  </w:style>
  <w:style w:type="paragraph" w:customStyle="1" w:styleId="Heading3rdlevel">
    <w:name w:val="Heading (3rd level)"/>
    <w:basedOn w:val="Heading3"/>
    <w:link w:val="Heading3rdlevelChar"/>
    <w:rsid w:val="00CA76D9"/>
    <w:pPr>
      <w:spacing w:before="180" w:line="240" w:lineRule="exact"/>
    </w:pPr>
    <w:rPr>
      <w:rFonts w:ascii="Verdana" w:eastAsia="Times New Roman" w:hAnsi="Verdana" w:cs="Times New Roman"/>
      <w:bCs w:val="0"/>
      <w:color w:val="000000"/>
      <w:kern w:val="24"/>
      <w:sz w:val="20"/>
      <w:szCs w:val="20"/>
    </w:rPr>
  </w:style>
  <w:style w:type="character" w:customStyle="1" w:styleId="Heading3rdlevelChar">
    <w:name w:val="Heading (3rd level) Char"/>
    <w:basedOn w:val="DefaultParagraphFont"/>
    <w:link w:val="Heading3rdlevel"/>
    <w:rsid w:val="00CA76D9"/>
    <w:rPr>
      <w:rFonts w:ascii="Verdana" w:hAnsi="Verdana"/>
      <w:b/>
      <w:color w:val="000000"/>
      <w:kern w:val="24"/>
      <w:lang w:val="en-US" w:eastAsia="en-US" w:bidi="ar-SA"/>
    </w:rPr>
  </w:style>
  <w:style w:type="table" w:styleId="TableGrid">
    <w:name w:val="Table Grid"/>
    <w:basedOn w:val="TableNormal"/>
    <w:rsid w:val="00C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me">
    <w:name w:val="Name:"/>
    <w:basedOn w:val="Normal"/>
    <w:rsid w:val="00AC1D67"/>
    <w:rPr>
      <w:rFonts w:ascii="Arial" w:hAnsi="Arial" w:cs="Arial"/>
      <w:b/>
      <w:sz w:val="22"/>
      <w:szCs w:val="22"/>
    </w:rPr>
  </w:style>
  <w:style w:type="paragraph" w:customStyle="1" w:styleId="Classperiod">
    <w:name w:val="Class period:"/>
    <w:basedOn w:val="Name"/>
    <w:rsid w:val="00D70556"/>
  </w:style>
  <w:style w:type="paragraph" w:customStyle="1" w:styleId="Unitname">
    <w:name w:val="Unit name"/>
    <w:basedOn w:val="Normal"/>
    <w:rsid w:val="00D70556"/>
    <w:rPr>
      <w:rFonts w:ascii="Arial" w:hAnsi="Arial" w:cs="Arial"/>
      <w:b/>
      <w:sz w:val="22"/>
      <w:szCs w:val="22"/>
    </w:rPr>
  </w:style>
  <w:style w:type="paragraph" w:customStyle="1" w:styleId="Yourscore">
    <w:name w:val="Your score"/>
    <w:basedOn w:val="Normal"/>
    <w:rsid w:val="00D70556"/>
    <w:rPr>
      <w:rFonts w:ascii="Arial" w:hAnsi="Arial" w:cs="Arial"/>
      <w:sz w:val="20"/>
    </w:rPr>
  </w:style>
  <w:style w:type="paragraph" w:styleId="ListNumber">
    <w:name w:val="List Number"/>
    <w:basedOn w:val="Normal"/>
    <w:rsid w:val="00D70556"/>
    <w:pPr>
      <w:numPr>
        <w:numId w:val="6"/>
      </w:numPr>
      <w:spacing w:after="240"/>
    </w:pPr>
    <w:rPr>
      <w:rFonts w:ascii="Arial" w:hAnsi="Arial" w:cs="Arial"/>
      <w:sz w:val="20"/>
    </w:rPr>
  </w:style>
  <w:style w:type="paragraph" w:styleId="ListNumber2">
    <w:name w:val="List Number 2"/>
    <w:basedOn w:val="Normal"/>
    <w:rsid w:val="001B2F65"/>
    <w:pPr>
      <w:numPr>
        <w:numId w:val="23"/>
      </w:numPr>
    </w:pPr>
    <w:rPr>
      <w:rFonts w:ascii="Arial" w:hAnsi="Arial" w:cs="Arial"/>
      <w:sz w:val="20"/>
    </w:rPr>
  </w:style>
  <w:style w:type="paragraph" w:styleId="ListNumber3">
    <w:name w:val="List Number 3"/>
    <w:basedOn w:val="Normal"/>
    <w:rsid w:val="00D70556"/>
    <w:pPr>
      <w:numPr>
        <w:numId w:val="13"/>
      </w:numPr>
    </w:pPr>
    <w:rPr>
      <w:rFonts w:ascii="Arial" w:hAnsi="Arial" w:cs="Arial"/>
      <w:sz w:val="20"/>
    </w:rPr>
  </w:style>
  <w:style w:type="paragraph" w:styleId="ListNumber4">
    <w:name w:val="List Number 4"/>
    <w:basedOn w:val="Text"/>
    <w:rsid w:val="001B2F65"/>
    <w:pPr>
      <w:numPr>
        <w:numId w:val="12"/>
      </w:numPr>
    </w:pPr>
    <w:rPr>
      <w:rFonts w:ascii="Arial" w:hAnsi="Arial" w:cs="Arial"/>
    </w:rPr>
  </w:style>
  <w:style w:type="paragraph" w:styleId="BodyText2">
    <w:name w:val="Body Text 2"/>
    <w:basedOn w:val="BodyText"/>
    <w:rsid w:val="001B2F65"/>
    <w:pPr>
      <w:spacing w:after="60"/>
    </w:pPr>
  </w:style>
  <w:style w:type="character" w:customStyle="1" w:styleId="BodyTextChar">
    <w:name w:val="Body Text Char"/>
    <w:basedOn w:val="DefaultParagraphFont"/>
    <w:link w:val="BodyText"/>
    <w:rsid w:val="006E5556"/>
    <w:rPr>
      <w:rFonts w:ascii="Arial" w:eastAsia="Times" w:hAnsi="Arial" w:cs="Arial"/>
      <w:lang w:val="en-US" w:eastAsia="en-US" w:bidi="ar-SA"/>
    </w:rPr>
  </w:style>
  <w:style w:type="paragraph" w:styleId="BalloonText">
    <w:name w:val="Balloon Text"/>
    <w:basedOn w:val="Normal"/>
    <w:semiHidden/>
    <w:rsid w:val="001F77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F7714"/>
    <w:rPr>
      <w:sz w:val="16"/>
      <w:szCs w:val="16"/>
    </w:rPr>
  </w:style>
  <w:style w:type="paragraph" w:styleId="CommentText">
    <w:name w:val="annotation text"/>
    <w:basedOn w:val="Normal"/>
    <w:semiHidden/>
    <w:rsid w:val="001F7714"/>
    <w:rPr>
      <w:sz w:val="20"/>
    </w:rPr>
  </w:style>
  <w:style w:type="paragraph" w:styleId="CommentSubject">
    <w:name w:val="annotation subject"/>
    <w:basedOn w:val="CommentText"/>
    <w:next w:val="CommentText"/>
    <w:semiHidden/>
    <w:rsid w:val="001F7714"/>
    <w:rPr>
      <w:b/>
      <w:bCs/>
    </w:rPr>
  </w:style>
  <w:style w:type="paragraph" w:styleId="ListParagraph">
    <w:name w:val="List Paragraph"/>
    <w:basedOn w:val="Normal"/>
    <w:uiPriority w:val="34"/>
    <w:qFormat/>
    <w:rsid w:val="00C404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dd\AppData\Roaming\Microsoft\Templates\Tes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 template</Template>
  <TotalTime>1</TotalTime>
  <Pages>5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Price</dc:creator>
  <cp:lastModifiedBy>tapric2</cp:lastModifiedBy>
  <cp:revision>2</cp:revision>
  <cp:lastPrinted>2011-03-16T21:00:00Z</cp:lastPrinted>
  <dcterms:created xsi:type="dcterms:W3CDTF">2011-03-16T23:37:00Z</dcterms:created>
  <dcterms:modified xsi:type="dcterms:W3CDTF">2011-03-16T23:37:00Z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TC100357581033</vt:lpwstr>
  </property>
</Properties>
</file>